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2B" w:rsidRPr="00E6402B" w:rsidRDefault="00D7740E" w:rsidP="006576E9">
      <w:pPr>
        <w:tabs>
          <w:tab w:val="right" w:pos="9072"/>
        </w:tabs>
        <w:rPr>
          <w:sz w:val="20"/>
        </w:rPr>
      </w:pPr>
      <w:r>
        <w:rPr>
          <w:sz w:val="20"/>
        </w:rPr>
        <w:t>Pôle Rayonnement &amp; Vitalité de la Ville</w:t>
      </w:r>
      <w:r w:rsidR="006576E9">
        <w:rPr>
          <w:sz w:val="20"/>
        </w:rPr>
        <w:tab/>
      </w:r>
      <w:r w:rsidR="003406E3">
        <w:rPr>
          <w:sz w:val="20"/>
        </w:rPr>
        <w:t xml:space="preserve"> </w:t>
      </w:r>
    </w:p>
    <w:p w:rsidR="00F57F75" w:rsidRDefault="00D7740E" w:rsidP="00A84262">
      <w:pPr>
        <w:tabs>
          <w:tab w:val="right" w:pos="9072"/>
        </w:tabs>
        <w:rPr>
          <w:b/>
          <w:sz w:val="20"/>
        </w:rPr>
      </w:pPr>
      <w:r>
        <w:rPr>
          <w:b/>
          <w:sz w:val="20"/>
        </w:rPr>
        <w:t>Mission</w:t>
      </w:r>
      <w:r w:rsidR="00F57F75">
        <w:rPr>
          <w:b/>
          <w:sz w:val="20"/>
        </w:rPr>
        <w:t xml:space="preserve"> Economie Circulaire</w:t>
      </w:r>
    </w:p>
    <w:p w:rsidR="00DF47E1" w:rsidRDefault="00F57F75" w:rsidP="00A84262">
      <w:pPr>
        <w:tabs>
          <w:tab w:val="right" w:pos="9072"/>
        </w:tabs>
        <w:rPr>
          <w:b/>
          <w:sz w:val="20"/>
          <w:highlight w:val="yellow"/>
        </w:rPr>
      </w:pPr>
      <w:r>
        <w:rPr>
          <w:b/>
          <w:sz w:val="20"/>
        </w:rPr>
        <w:t xml:space="preserve">Dossier suivi par </w:t>
      </w:r>
      <w:r w:rsidR="00D7740E">
        <w:rPr>
          <w:b/>
          <w:sz w:val="20"/>
        </w:rPr>
        <w:t>Delahaye Hugo</w:t>
      </w:r>
      <w:r>
        <w:rPr>
          <w:b/>
          <w:sz w:val="20"/>
        </w:rPr>
        <w:t xml:space="preserve"> </w:t>
      </w:r>
    </w:p>
    <w:p w:rsidR="00E6402B" w:rsidRDefault="00292167" w:rsidP="00A84262">
      <w:pPr>
        <w:tabs>
          <w:tab w:val="right" w:pos="9072"/>
        </w:tabs>
        <w:rPr>
          <w:b/>
          <w:sz w:val="20"/>
        </w:rPr>
      </w:pPr>
      <w:r>
        <w:rPr>
          <w:b/>
          <w:sz w:val="20"/>
        </w:rPr>
        <w:t>N° de téléphone</w:t>
      </w:r>
      <w:r w:rsidR="00DF47E1" w:rsidRPr="00F57F75">
        <w:rPr>
          <w:b/>
          <w:sz w:val="20"/>
        </w:rPr>
        <w:t xml:space="preserve"> : </w:t>
      </w:r>
      <w:r w:rsidR="0076738C">
        <w:rPr>
          <w:b/>
          <w:sz w:val="20"/>
        </w:rPr>
        <w:t xml:space="preserve">06 </w:t>
      </w:r>
      <w:r w:rsidR="005E1657">
        <w:rPr>
          <w:b/>
          <w:sz w:val="20"/>
        </w:rPr>
        <w:t>07 10 17 33</w:t>
      </w:r>
    </w:p>
    <w:p w:rsidR="00292167" w:rsidRPr="00F57F75" w:rsidRDefault="00292167" w:rsidP="00A84262">
      <w:pPr>
        <w:tabs>
          <w:tab w:val="right" w:pos="9072"/>
        </w:tabs>
        <w:rPr>
          <w:b/>
          <w:sz w:val="20"/>
        </w:rPr>
      </w:pPr>
      <w:r>
        <w:rPr>
          <w:b/>
          <w:sz w:val="20"/>
        </w:rPr>
        <w:t xml:space="preserve">Adresse électronique : </w:t>
      </w:r>
      <w:proofErr w:type="spellStart"/>
      <w:r>
        <w:rPr>
          <w:b/>
          <w:sz w:val="20"/>
        </w:rPr>
        <w:t>hdelahaye@ville-roubaix</w:t>
      </w:r>
      <w:proofErr w:type="spellEnd"/>
      <w:r>
        <w:rPr>
          <w:b/>
          <w:sz w:val="20"/>
        </w:rPr>
        <w:t>.</w:t>
      </w:r>
    </w:p>
    <w:p w:rsidR="00484319" w:rsidRPr="00124A8A" w:rsidRDefault="002C77C0" w:rsidP="001D735B">
      <w:pPr>
        <w:pStyle w:val="Titre"/>
      </w:pPr>
      <w:r>
        <w:rPr>
          <w:rFonts w:ascii="Calibri" w:eastAsia="Times New Roman" w:hAnsi="Calibri" w:cs="Times New Roman"/>
          <w:b w:val="0"/>
          <w:noProof/>
          <w:color w:val="519C6C"/>
          <w:sz w:val="30"/>
          <w:szCs w:val="24"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1303111</wp:posOffset>
            </wp:positionV>
            <wp:extent cx="4488180" cy="6122035"/>
            <wp:effectExtent l="0" t="0" r="7620" b="0"/>
            <wp:wrapTight wrapText="bothSides">
              <wp:wrapPolygon edited="0">
                <wp:start x="0" y="0"/>
                <wp:lineTo x="0" y="21508"/>
                <wp:lineTo x="21545" y="21508"/>
                <wp:lineTo x="21545" y="0"/>
                <wp:lineTo x="0" y="0"/>
              </wp:wrapPolygon>
            </wp:wrapTight>
            <wp:docPr id="22" name="Image 22" descr="C:\Users\delahayeh\AppData\Local\Microsoft\Windows\INetCache\Content.Word\DRUK-210114_WD-rollupbanners-bleed10mm 1_page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C:\Users\delahayeh\AppData\Local\Microsoft\Windows\INetCache\Content.Word\DRUK-210114_WD-rollupbanners-bleed10mm 1_page-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8180" cy="612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sdt>
        <w:sdtPr>
          <w:alias w:val="Titre "/>
          <w:tag w:val=""/>
          <w:id w:val="-1440056299"/>
          <w:placeholder>
            <w:docPart w:val="264CCA2C46034F15A11FB120247272F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770D04">
            <w:t xml:space="preserve">Appel à projets « </w:t>
          </w:r>
          <w:proofErr w:type="spellStart"/>
          <w:r w:rsidR="00770D04">
            <w:t>Upcycle</w:t>
          </w:r>
          <w:proofErr w:type="spellEnd"/>
          <w:r w:rsidR="00770D04">
            <w:t xml:space="preserve"> </w:t>
          </w:r>
          <w:proofErr w:type="spellStart"/>
          <w:r w:rsidR="00770D04">
            <w:t>Your</w:t>
          </w:r>
          <w:proofErr w:type="spellEnd"/>
          <w:r w:rsidR="00770D04">
            <w:t xml:space="preserve"> </w:t>
          </w:r>
          <w:proofErr w:type="spellStart"/>
          <w:r w:rsidR="00770D04">
            <w:t>Waste</w:t>
          </w:r>
          <w:proofErr w:type="spellEnd"/>
          <w:r w:rsidR="00770D04">
            <w:t xml:space="preserve"> » - Fiche candidat</w:t>
          </w:r>
        </w:sdtContent>
      </w:sdt>
    </w:p>
    <w:p w:rsidR="00D45E75" w:rsidRPr="00124A8A" w:rsidRDefault="00484319">
      <w:pPr>
        <w:spacing w:after="160" w:line="259" w:lineRule="auto"/>
        <w:jc w:val="left"/>
      </w:pPr>
      <w:r w:rsidRPr="00124A8A">
        <w:br w:type="page"/>
      </w:r>
    </w:p>
    <w:p w:rsidR="007161A0" w:rsidRDefault="007161A0"/>
    <w:p w:rsidR="003D7CB2" w:rsidRDefault="003D7CB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05B61" w:rsidTr="00B91C59">
        <w:tc>
          <w:tcPr>
            <w:tcW w:w="9062" w:type="dxa"/>
          </w:tcPr>
          <w:p w:rsidR="00205B61" w:rsidRPr="00205B61" w:rsidRDefault="00205B61" w:rsidP="00205B61">
            <w:pPr>
              <w:spacing w:after="160" w:line="259" w:lineRule="auto"/>
              <w:jc w:val="center"/>
              <w:rPr>
                <w:b/>
                <w:u w:val="single"/>
              </w:rPr>
            </w:pPr>
            <w:r w:rsidRPr="00205B61">
              <w:rPr>
                <w:b/>
                <w:u w:val="single"/>
              </w:rPr>
              <w:t>IDENTIFICATION DE LA STRUCTURE PORTEUSE DU PROJET</w:t>
            </w:r>
          </w:p>
        </w:tc>
      </w:tr>
      <w:tr w:rsidR="00205B61" w:rsidTr="00B91C59">
        <w:tc>
          <w:tcPr>
            <w:tcW w:w="9062" w:type="dxa"/>
          </w:tcPr>
          <w:p w:rsidR="00205B61" w:rsidRDefault="00205B61">
            <w:pPr>
              <w:spacing w:after="160" w:line="259" w:lineRule="auto"/>
              <w:jc w:val="left"/>
            </w:pPr>
            <w:r>
              <w:t xml:space="preserve">INTITULE DU PROJET : </w:t>
            </w:r>
          </w:p>
          <w:p w:rsidR="00205B61" w:rsidRDefault="00205B61">
            <w:pPr>
              <w:spacing w:after="160" w:line="259" w:lineRule="auto"/>
              <w:jc w:val="left"/>
            </w:pPr>
          </w:p>
          <w:p w:rsidR="00CC6533" w:rsidRDefault="00CC6533">
            <w:pPr>
              <w:spacing w:after="160" w:line="259" w:lineRule="auto"/>
              <w:jc w:val="left"/>
            </w:pPr>
          </w:p>
        </w:tc>
      </w:tr>
      <w:tr w:rsidR="00205B61" w:rsidTr="00B91C59">
        <w:tc>
          <w:tcPr>
            <w:tcW w:w="9062" w:type="dxa"/>
          </w:tcPr>
          <w:p w:rsidR="00205B61" w:rsidRDefault="00205B61">
            <w:pPr>
              <w:spacing w:after="160" w:line="259" w:lineRule="auto"/>
              <w:jc w:val="left"/>
            </w:pPr>
            <w:r>
              <w:t>NOM COMMERCIAL :</w:t>
            </w:r>
          </w:p>
          <w:p w:rsidR="00205B61" w:rsidRDefault="00205B61">
            <w:pPr>
              <w:spacing w:after="160" w:line="259" w:lineRule="auto"/>
              <w:jc w:val="left"/>
            </w:pPr>
          </w:p>
          <w:p w:rsidR="00CC6533" w:rsidRDefault="00CC6533">
            <w:pPr>
              <w:spacing w:after="160" w:line="259" w:lineRule="auto"/>
              <w:jc w:val="left"/>
            </w:pPr>
          </w:p>
        </w:tc>
      </w:tr>
      <w:tr w:rsidR="00205B61" w:rsidTr="00B91C59">
        <w:tc>
          <w:tcPr>
            <w:tcW w:w="9062" w:type="dxa"/>
          </w:tcPr>
          <w:p w:rsidR="00205B61" w:rsidRDefault="00205B61">
            <w:pPr>
              <w:spacing w:after="160" w:line="259" w:lineRule="auto"/>
              <w:jc w:val="left"/>
            </w:pPr>
            <w:r w:rsidRPr="00205B61">
              <w:t>DENOMINATION SOCIALE :</w:t>
            </w:r>
          </w:p>
          <w:p w:rsidR="00205B61" w:rsidRDefault="00205B61">
            <w:pPr>
              <w:spacing w:after="160" w:line="259" w:lineRule="auto"/>
              <w:jc w:val="left"/>
            </w:pPr>
          </w:p>
          <w:p w:rsidR="00CC6533" w:rsidRDefault="00CC6533">
            <w:pPr>
              <w:spacing w:after="160" w:line="259" w:lineRule="auto"/>
              <w:jc w:val="left"/>
            </w:pPr>
          </w:p>
        </w:tc>
      </w:tr>
      <w:tr w:rsidR="00205B61" w:rsidTr="00B91C59">
        <w:tc>
          <w:tcPr>
            <w:tcW w:w="9062" w:type="dxa"/>
          </w:tcPr>
          <w:p w:rsidR="00205B61" w:rsidRDefault="002C77C0">
            <w:pPr>
              <w:spacing w:after="160" w:line="259" w:lineRule="auto"/>
              <w:jc w:val="left"/>
            </w:pPr>
            <w:r>
              <w:t>NUMERO DE SIRET/SIREN – IDENTIFIANT RNA :</w:t>
            </w:r>
          </w:p>
          <w:p w:rsidR="002C77C0" w:rsidRDefault="002C77C0">
            <w:pPr>
              <w:spacing w:after="160" w:line="259" w:lineRule="auto"/>
              <w:jc w:val="left"/>
            </w:pPr>
          </w:p>
          <w:p w:rsidR="00CC6533" w:rsidRPr="00205B61" w:rsidRDefault="00CC6533">
            <w:pPr>
              <w:spacing w:after="160" w:line="259" w:lineRule="auto"/>
              <w:jc w:val="left"/>
            </w:pPr>
          </w:p>
        </w:tc>
      </w:tr>
      <w:tr w:rsidR="00205B61" w:rsidTr="00B91C59">
        <w:tc>
          <w:tcPr>
            <w:tcW w:w="9062" w:type="dxa"/>
          </w:tcPr>
          <w:p w:rsidR="00205B61" w:rsidRDefault="00205B61">
            <w:pPr>
              <w:spacing w:after="160" w:line="259" w:lineRule="auto"/>
              <w:jc w:val="left"/>
            </w:pPr>
            <w:r>
              <w:t>ADRESSE DE L’ETABLISSEMENT (ET DU SIEGE SOCIAL SI LES ADRESSES SONT DIFFERENTES) :</w:t>
            </w:r>
          </w:p>
          <w:p w:rsidR="00205B61" w:rsidRDefault="00205B61">
            <w:pPr>
              <w:spacing w:after="160" w:line="259" w:lineRule="auto"/>
              <w:jc w:val="left"/>
            </w:pPr>
          </w:p>
          <w:p w:rsidR="00205B61" w:rsidRDefault="00205B61">
            <w:pPr>
              <w:spacing w:after="160" w:line="259" w:lineRule="auto"/>
              <w:jc w:val="left"/>
            </w:pPr>
          </w:p>
          <w:p w:rsidR="00CC6533" w:rsidRDefault="00CC6533">
            <w:pPr>
              <w:spacing w:after="160" w:line="259" w:lineRule="auto"/>
              <w:jc w:val="left"/>
            </w:pPr>
          </w:p>
          <w:p w:rsidR="00CC6533" w:rsidRDefault="00CC6533">
            <w:pPr>
              <w:spacing w:after="160" w:line="259" w:lineRule="auto"/>
              <w:jc w:val="left"/>
            </w:pPr>
          </w:p>
          <w:p w:rsidR="00205B61" w:rsidRPr="00205B61" w:rsidRDefault="00205B61">
            <w:pPr>
              <w:spacing w:after="160" w:line="259" w:lineRule="auto"/>
              <w:jc w:val="left"/>
            </w:pPr>
          </w:p>
        </w:tc>
      </w:tr>
      <w:tr w:rsidR="003B33EE" w:rsidTr="00B91C59">
        <w:tc>
          <w:tcPr>
            <w:tcW w:w="9062" w:type="dxa"/>
          </w:tcPr>
          <w:p w:rsidR="003B33EE" w:rsidRDefault="00464759">
            <w:pPr>
              <w:spacing w:after="160" w:line="259" w:lineRule="auto"/>
              <w:jc w:val="left"/>
            </w:pPr>
            <w:r>
              <w:t>CONTA</w:t>
            </w:r>
            <w:r w:rsidR="00AA4C76">
              <w:t>CT (contact du mandataire si groupement)</w:t>
            </w:r>
          </w:p>
          <w:p w:rsidR="00464759" w:rsidRDefault="00464759">
            <w:pPr>
              <w:spacing w:after="160" w:line="259" w:lineRule="auto"/>
              <w:jc w:val="left"/>
            </w:pPr>
            <w:r>
              <w:t>Nom – prénom :</w:t>
            </w:r>
          </w:p>
          <w:p w:rsidR="00464759" w:rsidRDefault="00464759">
            <w:pPr>
              <w:spacing w:after="160" w:line="259" w:lineRule="auto"/>
              <w:jc w:val="left"/>
            </w:pPr>
            <w:r>
              <w:t>Téléphone :</w:t>
            </w:r>
          </w:p>
          <w:p w:rsidR="00EC7E3B" w:rsidRDefault="00464759">
            <w:pPr>
              <w:spacing w:after="160" w:line="259" w:lineRule="auto"/>
              <w:jc w:val="left"/>
            </w:pPr>
            <w:r>
              <w:t>Adresse électronique :</w:t>
            </w:r>
          </w:p>
        </w:tc>
        <w:bookmarkStart w:id="0" w:name="_GoBack"/>
        <w:bookmarkEnd w:id="0"/>
      </w:tr>
    </w:tbl>
    <w:p w:rsidR="00292167" w:rsidRDefault="00292167">
      <w:pPr>
        <w:spacing w:after="160" w:line="259" w:lineRule="auto"/>
        <w:jc w:val="left"/>
      </w:pPr>
    </w:p>
    <w:p w:rsidR="00B355AC" w:rsidRDefault="00B355AC">
      <w:pPr>
        <w:spacing w:after="160" w:line="259" w:lineRule="auto"/>
        <w:jc w:val="left"/>
      </w:pPr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5AC" w:rsidTr="00607C00">
        <w:tc>
          <w:tcPr>
            <w:tcW w:w="9062" w:type="dxa"/>
          </w:tcPr>
          <w:p w:rsidR="00B355AC" w:rsidRPr="005E673A" w:rsidRDefault="00B355AC" w:rsidP="00607C00">
            <w:pPr>
              <w:spacing w:after="160" w:line="259" w:lineRule="auto"/>
              <w:jc w:val="left"/>
              <w:rPr>
                <w:b/>
                <w:u w:val="single"/>
              </w:rPr>
            </w:pPr>
            <w:r w:rsidRPr="005E673A">
              <w:rPr>
                <w:b/>
                <w:u w:val="single"/>
              </w:rPr>
              <w:lastRenderedPageBreak/>
              <w:t>DECLARATION SIGNEE DES PARTENAIRES DE GROUPEMENT DESIGNANT LE MANDATAIRE DE L’EQUIPE (SI GROUPEMENT CONSTITUE DE PLUSIEURS ACTEURS) :</w:t>
            </w:r>
          </w:p>
          <w:p w:rsidR="00B355AC" w:rsidRDefault="00B355AC" w:rsidP="00607C00">
            <w:pPr>
              <w:spacing w:after="160" w:line="259" w:lineRule="auto"/>
              <w:jc w:val="left"/>
            </w:pPr>
          </w:p>
          <w:p w:rsidR="00B355AC" w:rsidRDefault="00B355AC" w:rsidP="00607C00">
            <w:pPr>
              <w:spacing w:after="160" w:line="259" w:lineRule="auto"/>
              <w:jc w:val="left"/>
            </w:pPr>
          </w:p>
          <w:p w:rsidR="00B355AC" w:rsidRDefault="00B355AC" w:rsidP="00607C00">
            <w:pPr>
              <w:spacing w:after="160" w:line="259" w:lineRule="auto"/>
              <w:jc w:val="left"/>
            </w:pPr>
          </w:p>
          <w:p w:rsidR="00B355AC" w:rsidRDefault="00B355AC" w:rsidP="00607C00">
            <w:pPr>
              <w:spacing w:after="160" w:line="259" w:lineRule="auto"/>
              <w:jc w:val="left"/>
            </w:pPr>
          </w:p>
          <w:p w:rsidR="00B355AC" w:rsidRDefault="00B355AC" w:rsidP="00607C00">
            <w:pPr>
              <w:spacing w:after="160" w:line="259" w:lineRule="auto"/>
              <w:jc w:val="left"/>
            </w:pPr>
          </w:p>
          <w:p w:rsidR="00B355AC" w:rsidRDefault="00B355AC" w:rsidP="00607C00">
            <w:pPr>
              <w:spacing w:after="160" w:line="259" w:lineRule="auto"/>
              <w:jc w:val="left"/>
            </w:pPr>
          </w:p>
          <w:p w:rsidR="00B355AC" w:rsidRDefault="00B355AC" w:rsidP="00607C00">
            <w:pPr>
              <w:spacing w:after="160" w:line="259" w:lineRule="auto"/>
              <w:jc w:val="left"/>
            </w:pPr>
          </w:p>
          <w:p w:rsidR="00B355AC" w:rsidRDefault="00B355AC" w:rsidP="00607C00">
            <w:pPr>
              <w:spacing w:after="160" w:line="259" w:lineRule="auto"/>
              <w:jc w:val="left"/>
            </w:pPr>
          </w:p>
          <w:p w:rsidR="00B355AC" w:rsidRDefault="00B355AC" w:rsidP="00607C00">
            <w:pPr>
              <w:spacing w:after="160" w:line="259" w:lineRule="auto"/>
              <w:jc w:val="left"/>
            </w:pPr>
          </w:p>
          <w:p w:rsidR="00B355AC" w:rsidRDefault="00B355AC" w:rsidP="00607C00">
            <w:pPr>
              <w:spacing w:after="160" w:line="259" w:lineRule="auto"/>
              <w:jc w:val="left"/>
            </w:pPr>
          </w:p>
          <w:p w:rsidR="00B355AC" w:rsidRDefault="00B355AC" w:rsidP="00607C00">
            <w:pPr>
              <w:spacing w:after="160" w:line="259" w:lineRule="auto"/>
              <w:jc w:val="left"/>
            </w:pPr>
          </w:p>
          <w:p w:rsidR="00B355AC" w:rsidRDefault="00B355AC" w:rsidP="00607C00">
            <w:pPr>
              <w:spacing w:after="160" w:line="259" w:lineRule="auto"/>
              <w:jc w:val="left"/>
            </w:pPr>
          </w:p>
          <w:p w:rsidR="00B355AC" w:rsidRDefault="00B355AC" w:rsidP="00607C00">
            <w:pPr>
              <w:spacing w:after="160" w:line="259" w:lineRule="auto"/>
              <w:jc w:val="left"/>
            </w:pPr>
          </w:p>
          <w:p w:rsidR="00B355AC" w:rsidRDefault="00B355AC" w:rsidP="00607C00">
            <w:pPr>
              <w:spacing w:after="160" w:line="259" w:lineRule="auto"/>
              <w:jc w:val="left"/>
            </w:pPr>
          </w:p>
          <w:p w:rsidR="00B355AC" w:rsidRDefault="00B355AC" w:rsidP="00607C00">
            <w:pPr>
              <w:spacing w:after="160" w:line="259" w:lineRule="auto"/>
              <w:jc w:val="left"/>
            </w:pPr>
          </w:p>
          <w:p w:rsidR="00B355AC" w:rsidRDefault="00B355AC" w:rsidP="00607C00">
            <w:pPr>
              <w:spacing w:after="160" w:line="259" w:lineRule="auto"/>
              <w:jc w:val="left"/>
            </w:pPr>
          </w:p>
          <w:p w:rsidR="00B355AC" w:rsidRDefault="00B355AC" w:rsidP="00607C00">
            <w:pPr>
              <w:spacing w:after="160" w:line="259" w:lineRule="auto"/>
              <w:jc w:val="left"/>
            </w:pPr>
          </w:p>
          <w:p w:rsidR="00B355AC" w:rsidRDefault="00B355AC" w:rsidP="00607C00">
            <w:pPr>
              <w:spacing w:after="160" w:line="259" w:lineRule="auto"/>
              <w:jc w:val="left"/>
            </w:pPr>
          </w:p>
          <w:p w:rsidR="00B355AC" w:rsidRDefault="00B355AC" w:rsidP="00607C00">
            <w:pPr>
              <w:spacing w:after="160" w:line="259" w:lineRule="auto"/>
              <w:jc w:val="left"/>
            </w:pPr>
          </w:p>
          <w:p w:rsidR="00B355AC" w:rsidRDefault="00B355AC" w:rsidP="00607C00">
            <w:pPr>
              <w:spacing w:after="160" w:line="259" w:lineRule="auto"/>
              <w:jc w:val="left"/>
            </w:pPr>
          </w:p>
          <w:p w:rsidR="00B355AC" w:rsidRDefault="00B355AC" w:rsidP="00607C00">
            <w:pPr>
              <w:spacing w:after="160" w:line="259" w:lineRule="auto"/>
              <w:jc w:val="left"/>
            </w:pPr>
          </w:p>
          <w:p w:rsidR="00B355AC" w:rsidRDefault="00B355AC" w:rsidP="00607C00">
            <w:pPr>
              <w:spacing w:after="160" w:line="259" w:lineRule="auto"/>
              <w:jc w:val="left"/>
            </w:pPr>
          </w:p>
          <w:p w:rsidR="00B355AC" w:rsidRDefault="00B355AC" w:rsidP="00607C00">
            <w:pPr>
              <w:spacing w:after="160" w:line="259" w:lineRule="auto"/>
              <w:jc w:val="left"/>
            </w:pPr>
          </w:p>
          <w:p w:rsidR="00B355AC" w:rsidRDefault="00B355AC" w:rsidP="00607C00">
            <w:pPr>
              <w:spacing w:after="160" w:line="259" w:lineRule="auto"/>
              <w:jc w:val="left"/>
            </w:pPr>
          </w:p>
          <w:p w:rsidR="00B355AC" w:rsidRDefault="00B355AC" w:rsidP="00607C00">
            <w:pPr>
              <w:spacing w:after="160" w:line="259" w:lineRule="auto"/>
              <w:jc w:val="left"/>
            </w:pPr>
          </w:p>
          <w:p w:rsidR="00B355AC" w:rsidRDefault="00B355AC" w:rsidP="00607C00">
            <w:pPr>
              <w:spacing w:after="160" w:line="259" w:lineRule="auto"/>
              <w:jc w:val="left"/>
            </w:pPr>
          </w:p>
          <w:p w:rsidR="00B355AC" w:rsidRDefault="00B355AC" w:rsidP="00607C00">
            <w:pPr>
              <w:spacing w:after="160" w:line="259" w:lineRule="auto"/>
              <w:jc w:val="left"/>
            </w:pPr>
          </w:p>
        </w:tc>
      </w:tr>
    </w:tbl>
    <w:p w:rsidR="00B35FC9" w:rsidRDefault="00B35FC9">
      <w:pPr>
        <w:spacing w:after="160" w:line="259" w:lineRule="auto"/>
        <w:jc w:val="left"/>
      </w:pPr>
    </w:p>
    <w:p w:rsidR="00B35FC9" w:rsidRDefault="00B35FC9">
      <w:pPr>
        <w:spacing w:after="160" w:line="259" w:lineRule="auto"/>
        <w:jc w:val="left"/>
      </w:pPr>
      <w:r>
        <w:br w:type="page"/>
      </w:r>
    </w:p>
    <w:p w:rsidR="00B35FC9" w:rsidRDefault="00B35FC9">
      <w:pPr>
        <w:spacing w:after="160" w:line="259" w:lineRule="auto"/>
        <w:jc w:val="left"/>
        <w:sectPr w:rsidR="00B35FC9" w:rsidSect="00124A8A">
          <w:headerReference w:type="default" r:id="rId9"/>
          <w:footerReference w:type="default" r:id="rId10"/>
          <w:pgSz w:w="11906" w:h="16838"/>
          <w:pgMar w:top="1417" w:right="1417" w:bottom="1417" w:left="1417" w:header="1213" w:footer="737" w:gutter="0"/>
          <w:cols w:space="708"/>
          <w:docGrid w:linePitch="360"/>
        </w:sectPr>
      </w:pPr>
    </w:p>
    <w:tbl>
      <w:tblPr>
        <w:tblStyle w:val="Grilledutableau"/>
        <w:tblW w:w="10774" w:type="dxa"/>
        <w:tblInd w:w="-856" w:type="dxa"/>
        <w:tblLook w:val="04A0" w:firstRow="1" w:lastRow="0" w:firstColumn="1" w:lastColumn="0" w:noHBand="0" w:noVBand="1"/>
      </w:tblPr>
      <w:tblGrid>
        <w:gridCol w:w="2269"/>
        <w:gridCol w:w="1559"/>
        <w:gridCol w:w="6946"/>
      </w:tblGrid>
      <w:tr w:rsidR="0018386C" w:rsidTr="00DE03A0">
        <w:tc>
          <w:tcPr>
            <w:tcW w:w="10774" w:type="dxa"/>
            <w:gridSpan w:val="3"/>
          </w:tcPr>
          <w:p w:rsidR="0018386C" w:rsidRPr="005E673A" w:rsidRDefault="0018386C">
            <w:pPr>
              <w:spacing w:after="160" w:line="259" w:lineRule="auto"/>
              <w:jc w:val="left"/>
              <w:rPr>
                <w:b/>
                <w:u w:val="single"/>
              </w:rPr>
            </w:pPr>
            <w:r w:rsidRPr="005E673A">
              <w:rPr>
                <w:b/>
                <w:u w:val="single"/>
              </w:rPr>
              <w:lastRenderedPageBreak/>
              <w:t>TABLEAU RECAPITULATIF DE LA COMPOSITION DE L’EQUIPE</w:t>
            </w:r>
          </w:p>
        </w:tc>
      </w:tr>
      <w:tr w:rsidR="00F34F33" w:rsidTr="00B05AA0">
        <w:tc>
          <w:tcPr>
            <w:tcW w:w="2269" w:type="dxa"/>
          </w:tcPr>
          <w:p w:rsidR="00F34F33" w:rsidRDefault="00B05AA0" w:rsidP="00B05AA0">
            <w:pPr>
              <w:spacing w:after="160" w:line="259" w:lineRule="auto"/>
              <w:jc w:val="center"/>
            </w:pPr>
            <w:r>
              <w:t xml:space="preserve">Nom de la structure </w:t>
            </w:r>
            <w:r w:rsidR="00F34F33">
              <w:t>partenaire au sein du groupement</w:t>
            </w:r>
          </w:p>
        </w:tc>
        <w:tc>
          <w:tcPr>
            <w:tcW w:w="1559" w:type="dxa"/>
          </w:tcPr>
          <w:p w:rsidR="00F34F33" w:rsidRDefault="00F34F33" w:rsidP="00F46B14">
            <w:pPr>
              <w:spacing w:after="160" w:line="259" w:lineRule="auto"/>
              <w:jc w:val="center"/>
            </w:pPr>
            <w:r>
              <w:t>P</w:t>
            </w:r>
            <w:r w:rsidR="00F46B14">
              <w:t>ersonne</w:t>
            </w:r>
          </w:p>
          <w:p w:rsidR="00CC6533" w:rsidRDefault="00CC6533" w:rsidP="00F46B14">
            <w:pPr>
              <w:spacing w:after="160" w:line="259" w:lineRule="auto"/>
              <w:jc w:val="center"/>
            </w:pPr>
            <w:r>
              <w:t>(Prénom – Nom)</w:t>
            </w:r>
          </w:p>
        </w:tc>
        <w:tc>
          <w:tcPr>
            <w:tcW w:w="6946" w:type="dxa"/>
          </w:tcPr>
          <w:p w:rsidR="00F34F33" w:rsidRDefault="00F34F33" w:rsidP="00F34F33">
            <w:pPr>
              <w:spacing w:after="160" w:line="259" w:lineRule="auto"/>
              <w:jc w:val="center"/>
            </w:pPr>
            <w:r>
              <w:t>Compétences apportées par le partenaire</w:t>
            </w:r>
          </w:p>
        </w:tc>
      </w:tr>
      <w:tr w:rsidR="00F34F33" w:rsidTr="00B05AA0">
        <w:tc>
          <w:tcPr>
            <w:tcW w:w="2269" w:type="dxa"/>
          </w:tcPr>
          <w:p w:rsidR="00F34F33" w:rsidRDefault="00F34F33">
            <w:pPr>
              <w:spacing w:after="160" w:line="259" w:lineRule="auto"/>
              <w:jc w:val="left"/>
            </w:pPr>
          </w:p>
        </w:tc>
        <w:tc>
          <w:tcPr>
            <w:tcW w:w="1559" w:type="dxa"/>
          </w:tcPr>
          <w:p w:rsidR="00F34F33" w:rsidRDefault="00F34F33">
            <w:pPr>
              <w:spacing w:after="160" w:line="259" w:lineRule="auto"/>
              <w:jc w:val="left"/>
            </w:pPr>
          </w:p>
        </w:tc>
        <w:tc>
          <w:tcPr>
            <w:tcW w:w="6946" w:type="dxa"/>
          </w:tcPr>
          <w:p w:rsidR="00CC6533" w:rsidRDefault="00CC6533">
            <w:pPr>
              <w:spacing w:after="160" w:line="259" w:lineRule="auto"/>
              <w:jc w:val="left"/>
            </w:pPr>
          </w:p>
          <w:p w:rsidR="00CC6533" w:rsidRDefault="00CC6533">
            <w:pPr>
              <w:spacing w:after="160" w:line="259" w:lineRule="auto"/>
              <w:jc w:val="left"/>
            </w:pPr>
          </w:p>
          <w:p w:rsidR="00CC6533" w:rsidRDefault="00CC6533">
            <w:pPr>
              <w:spacing w:after="160" w:line="259" w:lineRule="auto"/>
              <w:jc w:val="left"/>
            </w:pPr>
          </w:p>
          <w:p w:rsidR="00CC6533" w:rsidRDefault="00CC6533">
            <w:pPr>
              <w:spacing w:after="160" w:line="259" w:lineRule="auto"/>
              <w:jc w:val="left"/>
            </w:pPr>
          </w:p>
          <w:p w:rsidR="00CC6533" w:rsidRDefault="00CC6533">
            <w:pPr>
              <w:spacing w:after="160" w:line="259" w:lineRule="auto"/>
              <w:jc w:val="left"/>
            </w:pPr>
          </w:p>
        </w:tc>
      </w:tr>
      <w:tr w:rsidR="00F34F33" w:rsidTr="00B05AA0">
        <w:tc>
          <w:tcPr>
            <w:tcW w:w="2269" w:type="dxa"/>
          </w:tcPr>
          <w:p w:rsidR="00F34F33" w:rsidRDefault="00F34F33">
            <w:pPr>
              <w:spacing w:after="160" w:line="259" w:lineRule="auto"/>
              <w:jc w:val="left"/>
            </w:pPr>
          </w:p>
        </w:tc>
        <w:tc>
          <w:tcPr>
            <w:tcW w:w="1559" w:type="dxa"/>
          </w:tcPr>
          <w:p w:rsidR="00F34F33" w:rsidRDefault="00F34F33">
            <w:pPr>
              <w:spacing w:after="160" w:line="259" w:lineRule="auto"/>
              <w:jc w:val="left"/>
            </w:pPr>
          </w:p>
        </w:tc>
        <w:tc>
          <w:tcPr>
            <w:tcW w:w="6946" w:type="dxa"/>
          </w:tcPr>
          <w:p w:rsidR="00F34F33" w:rsidRDefault="00F34F33">
            <w:pPr>
              <w:spacing w:after="160" w:line="259" w:lineRule="auto"/>
              <w:jc w:val="left"/>
            </w:pPr>
          </w:p>
          <w:p w:rsidR="00CC6533" w:rsidRDefault="00CC6533">
            <w:pPr>
              <w:spacing w:after="160" w:line="259" w:lineRule="auto"/>
              <w:jc w:val="left"/>
            </w:pPr>
          </w:p>
          <w:p w:rsidR="00CC6533" w:rsidRDefault="00CC6533">
            <w:pPr>
              <w:spacing w:after="160" w:line="259" w:lineRule="auto"/>
              <w:jc w:val="left"/>
            </w:pPr>
          </w:p>
          <w:p w:rsidR="00CC6533" w:rsidRDefault="00CC6533">
            <w:pPr>
              <w:spacing w:after="160" w:line="259" w:lineRule="auto"/>
              <w:jc w:val="left"/>
            </w:pPr>
          </w:p>
          <w:p w:rsidR="00CC6533" w:rsidRDefault="00CC6533">
            <w:pPr>
              <w:spacing w:after="160" w:line="259" w:lineRule="auto"/>
              <w:jc w:val="left"/>
            </w:pPr>
          </w:p>
        </w:tc>
      </w:tr>
      <w:tr w:rsidR="00F34F33" w:rsidTr="00B05AA0">
        <w:tc>
          <w:tcPr>
            <w:tcW w:w="2269" w:type="dxa"/>
          </w:tcPr>
          <w:p w:rsidR="00F34F33" w:rsidRDefault="00F34F33">
            <w:pPr>
              <w:spacing w:after="160" w:line="259" w:lineRule="auto"/>
              <w:jc w:val="left"/>
            </w:pPr>
          </w:p>
        </w:tc>
        <w:tc>
          <w:tcPr>
            <w:tcW w:w="1559" w:type="dxa"/>
          </w:tcPr>
          <w:p w:rsidR="00F34F33" w:rsidRDefault="00F34F33">
            <w:pPr>
              <w:spacing w:after="160" w:line="259" w:lineRule="auto"/>
              <w:jc w:val="left"/>
            </w:pPr>
          </w:p>
        </w:tc>
        <w:tc>
          <w:tcPr>
            <w:tcW w:w="6946" w:type="dxa"/>
          </w:tcPr>
          <w:p w:rsidR="00F34F33" w:rsidRDefault="00F34F33">
            <w:pPr>
              <w:spacing w:after="160" w:line="259" w:lineRule="auto"/>
              <w:jc w:val="left"/>
            </w:pPr>
          </w:p>
          <w:p w:rsidR="00CC6533" w:rsidRDefault="00CC6533">
            <w:pPr>
              <w:spacing w:after="160" w:line="259" w:lineRule="auto"/>
              <w:jc w:val="left"/>
            </w:pPr>
          </w:p>
          <w:p w:rsidR="00CC6533" w:rsidRDefault="00CC6533">
            <w:pPr>
              <w:spacing w:after="160" w:line="259" w:lineRule="auto"/>
              <w:jc w:val="left"/>
            </w:pPr>
          </w:p>
          <w:p w:rsidR="00CC6533" w:rsidRDefault="00CC6533">
            <w:pPr>
              <w:spacing w:after="160" w:line="259" w:lineRule="auto"/>
              <w:jc w:val="left"/>
            </w:pPr>
          </w:p>
          <w:p w:rsidR="00CC6533" w:rsidRDefault="00CC6533">
            <w:pPr>
              <w:spacing w:after="160" w:line="259" w:lineRule="auto"/>
              <w:jc w:val="left"/>
            </w:pPr>
          </w:p>
        </w:tc>
      </w:tr>
    </w:tbl>
    <w:p w:rsidR="00CF53BB" w:rsidRDefault="00CF53BB">
      <w:pPr>
        <w:spacing w:after="160" w:line="259" w:lineRule="auto"/>
        <w:jc w:val="left"/>
      </w:pPr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2913"/>
        <w:gridCol w:w="3175"/>
      </w:tblGrid>
      <w:tr w:rsidR="00CF53BB" w:rsidTr="00166BC1">
        <w:trPr>
          <w:trHeight w:val="354"/>
        </w:trPr>
        <w:tc>
          <w:tcPr>
            <w:tcW w:w="9060" w:type="dxa"/>
            <w:gridSpan w:val="3"/>
          </w:tcPr>
          <w:p w:rsidR="00CF53BB" w:rsidRPr="00CF53BB" w:rsidRDefault="00CF53BB" w:rsidP="00166BC1">
            <w:pPr>
              <w:spacing w:line="259" w:lineRule="auto"/>
              <w:jc w:val="center"/>
              <w:rPr>
                <w:b/>
                <w:u w:val="single"/>
              </w:rPr>
            </w:pPr>
            <w:r w:rsidRPr="00CF53BB">
              <w:rPr>
                <w:b/>
                <w:u w:val="single"/>
              </w:rPr>
              <w:lastRenderedPageBreak/>
              <w:t>MOYENS HUMAINS ET MATERIELS MOBILISES POUR LE PROJET</w:t>
            </w:r>
          </w:p>
        </w:tc>
      </w:tr>
      <w:tr w:rsidR="00CF53BB" w:rsidTr="00166BC1">
        <w:trPr>
          <w:trHeight w:val="190"/>
        </w:trPr>
        <w:tc>
          <w:tcPr>
            <w:tcW w:w="2972" w:type="dxa"/>
          </w:tcPr>
          <w:p w:rsidR="00CF53BB" w:rsidRPr="00CF53BB" w:rsidRDefault="00CF53BB" w:rsidP="00166BC1">
            <w:pPr>
              <w:spacing w:line="259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ENTITE</w:t>
            </w:r>
          </w:p>
        </w:tc>
        <w:tc>
          <w:tcPr>
            <w:tcW w:w="2913" w:type="dxa"/>
          </w:tcPr>
          <w:p w:rsidR="00CF53BB" w:rsidRPr="00CF53BB" w:rsidRDefault="00CF53BB" w:rsidP="00166BC1">
            <w:pPr>
              <w:spacing w:line="259" w:lineRule="auto"/>
              <w:jc w:val="center"/>
              <w:rPr>
                <w:b/>
                <w:u w:val="single"/>
              </w:rPr>
            </w:pPr>
            <w:r w:rsidRPr="00CF53BB">
              <w:rPr>
                <w:b/>
                <w:u w:val="single"/>
              </w:rPr>
              <w:t>MOYENS HUMAINS</w:t>
            </w:r>
          </w:p>
        </w:tc>
        <w:tc>
          <w:tcPr>
            <w:tcW w:w="3175" w:type="dxa"/>
          </w:tcPr>
          <w:p w:rsidR="00CF53BB" w:rsidRPr="00CF53BB" w:rsidRDefault="00CF53BB" w:rsidP="00166BC1">
            <w:pPr>
              <w:spacing w:line="259" w:lineRule="auto"/>
              <w:jc w:val="center"/>
              <w:rPr>
                <w:b/>
                <w:u w:val="single"/>
              </w:rPr>
            </w:pPr>
            <w:r w:rsidRPr="00CF53BB">
              <w:rPr>
                <w:b/>
                <w:u w:val="single"/>
              </w:rPr>
              <w:t xml:space="preserve">MOYENS </w:t>
            </w:r>
            <w:r>
              <w:rPr>
                <w:b/>
                <w:u w:val="single"/>
              </w:rPr>
              <w:t>MATERIELS</w:t>
            </w:r>
          </w:p>
        </w:tc>
      </w:tr>
      <w:tr w:rsidR="00CF53BB" w:rsidTr="00166BC1">
        <w:tc>
          <w:tcPr>
            <w:tcW w:w="2972" w:type="dxa"/>
          </w:tcPr>
          <w:p w:rsidR="00CF53BB" w:rsidRDefault="00CF53BB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</w:tc>
        <w:tc>
          <w:tcPr>
            <w:tcW w:w="2913" w:type="dxa"/>
          </w:tcPr>
          <w:p w:rsidR="00CF53BB" w:rsidRDefault="00CF53BB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</w:tc>
        <w:tc>
          <w:tcPr>
            <w:tcW w:w="3175" w:type="dxa"/>
          </w:tcPr>
          <w:p w:rsidR="00CF53BB" w:rsidRDefault="00CF53BB">
            <w:pPr>
              <w:spacing w:after="160" w:line="259" w:lineRule="auto"/>
              <w:jc w:val="left"/>
            </w:pPr>
          </w:p>
          <w:p w:rsidR="00CC6533" w:rsidRDefault="00CC6533">
            <w:pPr>
              <w:spacing w:after="160" w:line="259" w:lineRule="auto"/>
              <w:jc w:val="left"/>
            </w:pPr>
          </w:p>
          <w:p w:rsidR="00CC6533" w:rsidRDefault="00CC6533">
            <w:pPr>
              <w:spacing w:after="160" w:line="259" w:lineRule="auto"/>
              <w:jc w:val="left"/>
            </w:pPr>
          </w:p>
          <w:p w:rsidR="00CC6533" w:rsidRDefault="00CC6533">
            <w:pPr>
              <w:spacing w:after="160" w:line="259" w:lineRule="auto"/>
              <w:jc w:val="left"/>
            </w:pPr>
          </w:p>
          <w:p w:rsidR="00CC6533" w:rsidRDefault="00CC6533">
            <w:pPr>
              <w:spacing w:after="160" w:line="259" w:lineRule="auto"/>
              <w:jc w:val="left"/>
            </w:pPr>
          </w:p>
        </w:tc>
      </w:tr>
      <w:tr w:rsidR="00166BC1" w:rsidTr="00166BC1">
        <w:tc>
          <w:tcPr>
            <w:tcW w:w="2972" w:type="dxa"/>
          </w:tcPr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</w:tc>
        <w:tc>
          <w:tcPr>
            <w:tcW w:w="2913" w:type="dxa"/>
          </w:tcPr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</w:tc>
        <w:tc>
          <w:tcPr>
            <w:tcW w:w="3175" w:type="dxa"/>
          </w:tcPr>
          <w:p w:rsidR="00166BC1" w:rsidRDefault="00166BC1">
            <w:pPr>
              <w:spacing w:after="160" w:line="259" w:lineRule="auto"/>
              <w:jc w:val="left"/>
            </w:pPr>
          </w:p>
        </w:tc>
      </w:tr>
      <w:tr w:rsidR="00166BC1" w:rsidTr="00166BC1">
        <w:tc>
          <w:tcPr>
            <w:tcW w:w="2972" w:type="dxa"/>
          </w:tcPr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</w:tc>
        <w:tc>
          <w:tcPr>
            <w:tcW w:w="2913" w:type="dxa"/>
          </w:tcPr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</w:tc>
        <w:tc>
          <w:tcPr>
            <w:tcW w:w="3175" w:type="dxa"/>
          </w:tcPr>
          <w:p w:rsidR="00166BC1" w:rsidRDefault="00166BC1">
            <w:pPr>
              <w:spacing w:after="160" w:line="259" w:lineRule="auto"/>
              <w:jc w:val="left"/>
            </w:pPr>
          </w:p>
        </w:tc>
      </w:tr>
      <w:tr w:rsidR="00166BC1" w:rsidTr="00166BC1">
        <w:tc>
          <w:tcPr>
            <w:tcW w:w="2972" w:type="dxa"/>
          </w:tcPr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</w:tc>
        <w:tc>
          <w:tcPr>
            <w:tcW w:w="2913" w:type="dxa"/>
          </w:tcPr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</w:tc>
        <w:tc>
          <w:tcPr>
            <w:tcW w:w="3175" w:type="dxa"/>
          </w:tcPr>
          <w:p w:rsidR="00166BC1" w:rsidRDefault="00166BC1">
            <w:pPr>
              <w:spacing w:after="160" w:line="259" w:lineRule="auto"/>
              <w:jc w:val="left"/>
            </w:pPr>
          </w:p>
        </w:tc>
      </w:tr>
      <w:tr w:rsidR="00CF53BB" w:rsidTr="00166BC1">
        <w:tc>
          <w:tcPr>
            <w:tcW w:w="2972" w:type="dxa"/>
          </w:tcPr>
          <w:p w:rsidR="00CF53BB" w:rsidRDefault="00CF53BB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</w:tc>
        <w:tc>
          <w:tcPr>
            <w:tcW w:w="2913" w:type="dxa"/>
          </w:tcPr>
          <w:p w:rsidR="00CF53BB" w:rsidRDefault="00CF53BB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</w:tc>
        <w:tc>
          <w:tcPr>
            <w:tcW w:w="3175" w:type="dxa"/>
          </w:tcPr>
          <w:p w:rsidR="00CC6533" w:rsidRDefault="00CC6533">
            <w:pPr>
              <w:spacing w:after="160" w:line="259" w:lineRule="auto"/>
              <w:jc w:val="left"/>
            </w:pPr>
          </w:p>
          <w:p w:rsidR="00166BC1" w:rsidRDefault="00166BC1">
            <w:pPr>
              <w:spacing w:after="160" w:line="259" w:lineRule="auto"/>
              <w:jc w:val="left"/>
            </w:pPr>
          </w:p>
          <w:p w:rsidR="00CC6533" w:rsidRDefault="00CC6533">
            <w:pPr>
              <w:spacing w:after="160" w:line="259" w:lineRule="auto"/>
              <w:jc w:val="left"/>
            </w:pPr>
          </w:p>
          <w:p w:rsidR="00CC6533" w:rsidRDefault="00CC6533">
            <w:pPr>
              <w:spacing w:after="160" w:line="259" w:lineRule="auto"/>
              <w:jc w:val="left"/>
            </w:pPr>
          </w:p>
          <w:p w:rsidR="00CC6533" w:rsidRDefault="00CC6533">
            <w:pPr>
              <w:spacing w:after="160" w:line="259" w:lineRule="auto"/>
              <w:jc w:val="left"/>
            </w:pPr>
          </w:p>
        </w:tc>
      </w:tr>
      <w:tr w:rsidR="00137B34" w:rsidTr="00166BC1">
        <w:tc>
          <w:tcPr>
            <w:tcW w:w="2972" w:type="dxa"/>
          </w:tcPr>
          <w:p w:rsidR="00137B34" w:rsidRDefault="00137B34">
            <w:pPr>
              <w:spacing w:after="160" w:line="259" w:lineRule="auto"/>
              <w:jc w:val="left"/>
            </w:pPr>
          </w:p>
          <w:p w:rsidR="00137B34" w:rsidRDefault="00137B34">
            <w:pPr>
              <w:spacing w:after="160" w:line="259" w:lineRule="auto"/>
              <w:jc w:val="left"/>
            </w:pPr>
          </w:p>
          <w:p w:rsidR="00137B34" w:rsidRDefault="00137B34">
            <w:pPr>
              <w:spacing w:after="160" w:line="259" w:lineRule="auto"/>
              <w:jc w:val="left"/>
            </w:pPr>
          </w:p>
        </w:tc>
        <w:tc>
          <w:tcPr>
            <w:tcW w:w="2913" w:type="dxa"/>
          </w:tcPr>
          <w:p w:rsidR="00137B34" w:rsidRDefault="00137B34">
            <w:pPr>
              <w:spacing w:after="160" w:line="259" w:lineRule="auto"/>
              <w:jc w:val="left"/>
            </w:pPr>
          </w:p>
        </w:tc>
        <w:tc>
          <w:tcPr>
            <w:tcW w:w="3175" w:type="dxa"/>
          </w:tcPr>
          <w:p w:rsidR="00137B34" w:rsidRDefault="00137B34">
            <w:pPr>
              <w:spacing w:after="160" w:line="259" w:lineRule="auto"/>
              <w:jc w:val="left"/>
            </w:pPr>
          </w:p>
        </w:tc>
      </w:tr>
    </w:tbl>
    <w:p w:rsidR="00FF5D45" w:rsidRDefault="00FF5D45">
      <w:pPr>
        <w:spacing w:after="160" w:line="259" w:lineRule="auto"/>
        <w:jc w:val="left"/>
      </w:pPr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F5D45" w:rsidTr="00FF5D45">
        <w:tc>
          <w:tcPr>
            <w:tcW w:w="9060" w:type="dxa"/>
          </w:tcPr>
          <w:p w:rsidR="00FF5D45" w:rsidRPr="00FF5D45" w:rsidRDefault="00FF5D45" w:rsidP="00FF5D45">
            <w:pPr>
              <w:spacing w:after="160" w:line="259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>FICHE DE COMMUNICATION EXTERNE</w:t>
            </w:r>
          </w:p>
        </w:tc>
      </w:tr>
      <w:tr w:rsidR="00703762" w:rsidTr="00FF5D45">
        <w:tc>
          <w:tcPr>
            <w:tcW w:w="9060" w:type="dxa"/>
          </w:tcPr>
          <w:p w:rsidR="00703762" w:rsidRPr="00703762" w:rsidRDefault="00703762" w:rsidP="00254CAC">
            <w:pPr>
              <w:spacing w:after="160" w:line="259" w:lineRule="auto"/>
            </w:pPr>
            <w:r w:rsidRPr="00703762">
              <w:t>500 caractères maximum</w:t>
            </w:r>
            <w:r w:rsidR="00254CAC">
              <w:t xml:space="preserve"> – fiche ayant vocation à résumer le projet en 500 caractères pour une potentielle communication via les médias de la ville et de la mission Economie Circulaire.</w:t>
            </w:r>
          </w:p>
        </w:tc>
      </w:tr>
      <w:tr w:rsidR="003D69BE" w:rsidTr="00FF5D45">
        <w:tc>
          <w:tcPr>
            <w:tcW w:w="9060" w:type="dxa"/>
          </w:tcPr>
          <w:p w:rsidR="003D69BE" w:rsidRDefault="003D69BE" w:rsidP="00254CAC">
            <w:pPr>
              <w:spacing w:after="160" w:line="259" w:lineRule="auto"/>
            </w:pPr>
          </w:p>
          <w:p w:rsidR="003D69BE" w:rsidRDefault="003D69BE" w:rsidP="00254CAC">
            <w:pPr>
              <w:spacing w:after="160" w:line="259" w:lineRule="auto"/>
            </w:pPr>
          </w:p>
          <w:p w:rsidR="003D69BE" w:rsidRDefault="003D69BE" w:rsidP="00254CAC">
            <w:pPr>
              <w:spacing w:after="160" w:line="259" w:lineRule="auto"/>
            </w:pPr>
          </w:p>
          <w:p w:rsidR="003D69BE" w:rsidRDefault="003D69BE" w:rsidP="00254CAC">
            <w:pPr>
              <w:spacing w:after="160" w:line="259" w:lineRule="auto"/>
            </w:pPr>
          </w:p>
          <w:p w:rsidR="003D69BE" w:rsidRDefault="003D69BE" w:rsidP="00254CAC">
            <w:pPr>
              <w:spacing w:after="160" w:line="259" w:lineRule="auto"/>
            </w:pPr>
          </w:p>
          <w:p w:rsidR="003D69BE" w:rsidRDefault="003D69BE" w:rsidP="00254CAC">
            <w:pPr>
              <w:spacing w:after="160" w:line="259" w:lineRule="auto"/>
            </w:pPr>
          </w:p>
          <w:p w:rsidR="003D69BE" w:rsidRDefault="003D69BE" w:rsidP="00254CAC">
            <w:pPr>
              <w:spacing w:after="160" w:line="259" w:lineRule="auto"/>
            </w:pPr>
          </w:p>
          <w:p w:rsidR="003D69BE" w:rsidRDefault="003D69BE" w:rsidP="00254CAC">
            <w:pPr>
              <w:spacing w:after="160" w:line="259" w:lineRule="auto"/>
            </w:pPr>
          </w:p>
          <w:p w:rsidR="00CC6533" w:rsidRDefault="00CC6533" w:rsidP="00254CAC">
            <w:pPr>
              <w:spacing w:after="160" w:line="259" w:lineRule="auto"/>
            </w:pPr>
          </w:p>
          <w:p w:rsidR="00CC6533" w:rsidRDefault="00CC6533" w:rsidP="00254CAC">
            <w:pPr>
              <w:spacing w:after="160" w:line="259" w:lineRule="auto"/>
            </w:pPr>
          </w:p>
          <w:p w:rsidR="00166BC1" w:rsidRDefault="00166BC1" w:rsidP="00254CAC">
            <w:pPr>
              <w:spacing w:after="160" w:line="259" w:lineRule="auto"/>
            </w:pPr>
          </w:p>
          <w:p w:rsidR="00166BC1" w:rsidRDefault="00166BC1" w:rsidP="00254CAC">
            <w:pPr>
              <w:spacing w:after="160" w:line="259" w:lineRule="auto"/>
            </w:pPr>
          </w:p>
          <w:p w:rsidR="00166BC1" w:rsidRDefault="00166BC1" w:rsidP="00254CAC">
            <w:pPr>
              <w:spacing w:after="160" w:line="259" w:lineRule="auto"/>
            </w:pPr>
          </w:p>
          <w:p w:rsidR="00166BC1" w:rsidRDefault="00166BC1" w:rsidP="00254CAC">
            <w:pPr>
              <w:spacing w:after="160" w:line="259" w:lineRule="auto"/>
            </w:pPr>
          </w:p>
          <w:p w:rsidR="003D69BE" w:rsidRDefault="003D69BE" w:rsidP="00254CAC">
            <w:pPr>
              <w:spacing w:after="160" w:line="259" w:lineRule="auto"/>
            </w:pPr>
          </w:p>
          <w:p w:rsidR="003D69BE" w:rsidRPr="00703762" w:rsidRDefault="003D69BE" w:rsidP="00254CAC">
            <w:pPr>
              <w:spacing w:after="160" w:line="259" w:lineRule="auto"/>
            </w:pPr>
          </w:p>
        </w:tc>
      </w:tr>
    </w:tbl>
    <w:p w:rsidR="00F11A1C" w:rsidRDefault="00F11A1C" w:rsidP="004D3DDE">
      <w:pPr>
        <w:spacing w:after="160" w:line="259" w:lineRule="auto"/>
        <w:jc w:val="left"/>
      </w:pPr>
    </w:p>
    <w:p w:rsidR="00F11A1C" w:rsidRDefault="00F11A1C">
      <w:pPr>
        <w:spacing w:after="160" w:line="259" w:lineRule="auto"/>
        <w:jc w:val="left"/>
      </w:pPr>
      <w:r>
        <w:br w:type="page"/>
      </w:r>
    </w:p>
    <w:p w:rsidR="00F11A1C" w:rsidRDefault="00F11A1C" w:rsidP="00F11A1C">
      <w:pPr>
        <w:jc w:val="left"/>
      </w:pPr>
    </w:p>
    <w:p w:rsidR="00F11A1C" w:rsidRPr="00EC7E3B" w:rsidRDefault="00F11A1C" w:rsidP="00AA4C76">
      <w:pPr>
        <w:ind w:left="1416" w:firstLine="708"/>
        <w:jc w:val="left"/>
        <w:rPr>
          <w:b/>
          <w:sz w:val="24"/>
        </w:rPr>
      </w:pPr>
      <w:r w:rsidRPr="00EC7E3B">
        <w:rPr>
          <w:b/>
          <w:sz w:val="24"/>
        </w:rPr>
        <w:t>Formulaire de consentement à l’utilisation des données</w:t>
      </w:r>
    </w:p>
    <w:p w:rsidR="00F11A1C" w:rsidRDefault="00F11A1C" w:rsidP="00F11A1C"/>
    <w:p w:rsidR="00F11A1C" w:rsidRDefault="00F11A1C" w:rsidP="00F11A1C">
      <w:r>
        <w:t xml:space="preserve">J’autorise la </w:t>
      </w:r>
      <w:r w:rsidRPr="003D7CB2">
        <w:t xml:space="preserve">Mission Economie Circulaire de la Ville de Roubaix </w:t>
      </w:r>
      <w:r>
        <w:t>à utiliser les données renseignées dans la présente fiche candidat et les documents joints à ma candidature pour le traitement et l’instruction de ma candidature à cet appel à projets.</w:t>
      </w:r>
    </w:p>
    <w:p w:rsidR="00F11A1C" w:rsidRDefault="00F11A1C" w:rsidP="00F11A1C"/>
    <w:p w:rsidR="00F11A1C" w:rsidRDefault="00F11A1C" w:rsidP="00F11A1C">
      <w:r>
        <w:t>J’autorise la Mission Economie Circulaire de la Ville de Roubaix à utiliser les données renseignées dans la présente fiche candidat au-delà de l’instruction de cet appel à projets, notamment pour me faire parvenir des courriels d’information sur les politiques publiques de la Ville de Roubaix en faveur de l’économie circulaire.</w:t>
      </w:r>
    </w:p>
    <w:p w:rsidR="00F11A1C" w:rsidRDefault="00F11A1C" w:rsidP="00F11A1C"/>
    <w:p w:rsidR="00F11A1C" w:rsidRDefault="00F11A1C" w:rsidP="00F11A1C">
      <w:r w:rsidRPr="0082232E">
        <w:t xml:space="preserve">J’autorise la Mission Economie Circulaire de la Ville de Roubaix à utiliser les données renseignées dans la présente fiche candidat et les documents joints à ma candidature </w:t>
      </w:r>
      <w:r>
        <w:t>dans le cadre de la démarche d’EIT lancée par la vile de Roubaix via la plateforme ACTIF</w:t>
      </w:r>
      <w:r w:rsidRPr="0082232E">
        <w:t>.</w:t>
      </w:r>
    </w:p>
    <w:p w:rsidR="00F11A1C" w:rsidRDefault="00F11A1C" w:rsidP="00F11A1C"/>
    <w:p w:rsidR="00F11A1C" w:rsidRDefault="00F11A1C" w:rsidP="00F11A1C">
      <w:r>
        <w:t>J’autorise la Mission Economie Circulaire de la Ville de Roubaix à utiliser les données renseignées dans la présente fiche candidat au-delà de l’instruction de cet appel à projets pour alimenter</w:t>
      </w:r>
      <w:r w:rsidRPr="0072026B">
        <w:t xml:space="preserve"> l’étude d’impact </w:t>
      </w:r>
      <w:r>
        <w:t xml:space="preserve">des </w:t>
      </w:r>
      <w:r w:rsidRPr="0072026B">
        <w:t>boucles</w:t>
      </w:r>
      <w:r>
        <w:t>,</w:t>
      </w:r>
      <w:r w:rsidRPr="0072026B">
        <w:t xml:space="preserve"> piloté</w:t>
      </w:r>
      <w:r>
        <w:t xml:space="preserve">e par la Région Hauts-de-France, </w:t>
      </w:r>
      <w:r w:rsidRPr="0072026B">
        <w:t>évaluant la mise en place de</w:t>
      </w:r>
      <w:r>
        <w:t>s</w:t>
      </w:r>
      <w:r w:rsidRPr="0072026B">
        <w:t xml:space="preserve"> projets</w:t>
      </w:r>
      <w:r>
        <w:t xml:space="preserve"> d’économie circulaire sur le territoire de Roubaix (Territoire Démonstrateur de Rev3).</w:t>
      </w:r>
    </w:p>
    <w:p w:rsidR="00F11A1C" w:rsidRDefault="00F11A1C" w:rsidP="00F11A1C">
      <w:r>
        <w:t>L’évaluation des boucles d’économie circulaire pourra faire l’objet de travaux académiques et d’une étude approfondie par des étudiants, doctorants, post-doctorants et professeurs des universités.</w:t>
      </w:r>
    </w:p>
    <w:p w:rsidR="00F11A1C" w:rsidRDefault="00F11A1C" w:rsidP="00F11A1C"/>
    <w:p w:rsidR="00372EC8" w:rsidRDefault="00372EC8" w:rsidP="00372EC8">
      <w:r w:rsidRPr="0082232E">
        <w:t xml:space="preserve">J’autorise la Mission Economie Circulaire de la Ville de Roubaix à utiliser les données renseignées dans la </w:t>
      </w:r>
      <w:r>
        <w:t>fiche communication externe</w:t>
      </w:r>
      <w:r w:rsidRPr="0082232E">
        <w:t xml:space="preserve"> </w:t>
      </w:r>
      <w:r>
        <w:t xml:space="preserve">pour communiquer </w:t>
      </w:r>
      <w:r w:rsidRPr="00372EC8">
        <w:t xml:space="preserve">via les canaux officiels de communication de la ville de Roubaix </w:t>
      </w:r>
      <w:r>
        <w:t xml:space="preserve">et de ses partenaires à propos de mon équipe et projet, </w:t>
      </w:r>
      <w:r w:rsidR="00E323B3">
        <w:t>s’ils</w:t>
      </w:r>
      <w:r>
        <w:t xml:space="preserve"> sont sélectionnés à l’issue de la phase 1, puis de la phase 2. </w:t>
      </w:r>
    </w:p>
    <w:p w:rsidR="00F11A1C" w:rsidRDefault="00F11A1C" w:rsidP="00F11A1C"/>
    <w:p w:rsidR="00F11A1C" w:rsidRDefault="00F11A1C" w:rsidP="00F11A1C"/>
    <w:p w:rsidR="00F11A1C" w:rsidRDefault="00F11A1C" w:rsidP="00F11A1C">
      <w:pPr>
        <w:jc w:val="right"/>
      </w:pPr>
      <w:r>
        <w:t>Nom &amp; prénom</w:t>
      </w:r>
    </w:p>
    <w:p w:rsidR="00F11A1C" w:rsidRDefault="00F11A1C" w:rsidP="00F11A1C">
      <w:pPr>
        <w:jc w:val="right"/>
      </w:pPr>
      <w:r>
        <w:t xml:space="preserve"> </w:t>
      </w:r>
    </w:p>
    <w:p w:rsidR="00F11A1C" w:rsidRDefault="00F11A1C" w:rsidP="00F11A1C">
      <w:pPr>
        <w:jc w:val="right"/>
      </w:pPr>
      <w:r>
        <w:t xml:space="preserve">Signature suivie de la mention « Lu et approuvé – bon pour accord » – </w:t>
      </w:r>
    </w:p>
    <w:p w:rsidR="00F11A1C" w:rsidRDefault="00F11A1C" w:rsidP="00F11A1C">
      <w:pPr>
        <w:jc w:val="right"/>
      </w:pPr>
    </w:p>
    <w:p w:rsidR="00F11A1C" w:rsidRDefault="00F11A1C" w:rsidP="00763711"/>
    <w:p w:rsidR="00F11A1C" w:rsidRDefault="00F11A1C" w:rsidP="00F11A1C">
      <w:pPr>
        <w:jc w:val="right"/>
      </w:pPr>
    </w:p>
    <w:p w:rsidR="00F11A1C" w:rsidRDefault="00F11A1C" w:rsidP="00F11A1C">
      <w:pPr>
        <w:jc w:val="right"/>
      </w:pPr>
      <w:r>
        <w:t>Date &amp; lieu de signature</w:t>
      </w:r>
    </w:p>
    <w:p w:rsidR="00F11A1C" w:rsidRDefault="00F11A1C" w:rsidP="004D3DDE">
      <w:pPr>
        <w:spacing w:after="160" w:line="259" w:lineRule="auto"/>
        <w:jc w:val="left"/>
      </w:pPr>
    </w:p>
    <w:p w:rsidR="00F11A1C" w:rsidRPr="00781D3F" w:rsidRDefault="00F11A1C" w:rsidP="004D3DDE">
      <w:pPr>
        <w:spacing w:after="160" w:line="259" w:lineRule="auto"/>
        <w:jc w:val="left"/>
      </w:pPr>
    </w:p>
    <w:sectPr w:rsidR="00F11A1C" w:rsidRPr="00781D3F" w:rsidSect="00C9549C">
      <w:pgSz w:w="11906" w:h="16838" w:code="9"/>
      <w:pgMar w:top="1418" w:right="1418" w:bottom="1418" w:left="1418" w:header="1213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3F0" w:rsidRDefault="00EB23F0" w:rsidP="00EA1179">
      <w:pPr>
        <w:spacing w:line="240" w:lineRule="auto"/>
      </w:pPr>
      <w:r>
        <w:separator/>
      </w:r>
    </w:p>
  </w:endnote>
  <w:endnote w:type="continuationSeparator" w:id="0">
    <w:p w:rsidR="00EB23F0" w:rsidRDefault="00EB23F0" w:rsidP="00EA11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A4F" w:rsidRDefault="008D6979" w:rsidP="00DF47E1">
    <w:pPr>
      <w:pStyle w:val="Pieddepage"/>
      <w:jc w:val="center"/>
    </w:pPr>
    <w:r>
      <w:rPr>
        <w:noProof/>
        <w:lang w:eastAsia="fr-FR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-278402</wp:posOffset>
          </wp:positionV>
          <wp:extent cx="5420995" cy="555625"/>
          <wp:effectExtent l="0" t="0" r="8255" b="0"/>
          <wp:wrapTight wrapText="bothSides">
            <wp:wrapPolygon edited="0">
              <wp:start x="0" y="0"/>
              <wp:lineTo x="0" y="20736"/>
              <wp:lineTo x="20191" y="20736"/>
              <wp:lineTo x="20722" y="20736"/>
              <wp:lineTo x="21557" y="15552"/>
              <wp:lineTo x="21557" y="3703"/>
              <wp:lineTo x="20570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0995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B1A4F">
      <w:ptab w:relativeTo="margin" w:alignment="center" w:leader="none"/>
    </w:r>
    <w:r w:rsidR="002B1A4F">
      <w:ptab w:relativeTo="margin" w:alignment="right" w:leader="none"/>
    </w:r>
    <w:r w:rsidR="002B1A4F" w:rsidRPr="00C60F1C">
      <w:fldChar w:fldCharType="begin"/>
    </w:r>
    <w:r w:rsidR="002B1A4F" w:rsidRPr="00C60F1C">
      <w:instrText>PAGE   \* MERGEFORMAT</w:instrText>
    </w:r>
    <w:r w:rsidR="002B1A4F" w:rsidRPr="00C60F1C">
      <w:fldChar w:fldCharType="separate"/>
    </w:r>
    <w:r w:rsidR="00F52CF4">
      <w:rPr>
        <w:noProof/>
      </w:rPr>
      <w:t>7</w:t>
    </w:r>
    <w:r w:rsidR="002B1A4F" w:rsidRPr="00C60F1C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3F0" w:rsidRDefault="00EB23F0" w:rsidP="00EA1179">
      <w:pPr>
        <w:spacing w:line="240" w:lineRule="auto"/>
      </w:pPr>
      <w:r>
        <w:separator/>
      </w:r>
    </w:p>
  </w:footnote>
  <w:footnote w:type="continuationSeparator" w:id="0">
    <w:p w:rsidR="00EB23F0" w:rsidRDefault="00EB23F0" w:rsidP="00EA11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A4F" w:rsidRPr="009122ED" w:rsidRDefault="008D6979">
    <w:pPr>
      <w:pStyle w:val="En-tte"/>
      <w:rPr>
        <w:b/>
      </w:rPr>
    </w:pPr>
    <w:r>
      <w:rPr>
        <w:noProof/>
        <w:lang w:eastAsia="fr-FR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-566601</wp:posOffset>
          </wp:positionV>
          <wp:extent cx="2078990" cy="670560"/>
          <wp:effectExtent l="0" t="0" r="0" b="0"/>
          <wp:wrapTight wrapText="bothSides">
            <wp:wrapPolygon edited="0">
              <wp:start x="0" y="0"/>
              <wp:lineTo x="0" y="20864"/>
              <wp:lineTo x="21376" y="20864"/>
              <wp:lineTo x="21376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B1A4F">
      <w:tab/>
    </w:r>
    <w:r w:rsidR="002B1A4F" w:rsidRPr="00292167">
      <w:rPr>
        <w:b/>
        <w:color w:val="C5E0CF"/>
      </w:rPr>
      <w:t xml:space="preserve">  </w:t>
    </w:r>
    <w:r w:rsidR="002B1A4F" w:rsidRPr="009122ED"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E78AA"/>
    <w:multiLevelType w:val="hybridMultilevel"/>
    <w:tmpl w:val="A8D8F2B0"/>
    <w:lvl w:ilvl="0" w:tplc="E3CC95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E16E2"/>
    <w:multiLevelType w:val="hybridMultilevel"/>
    <w:tmpl w:val="6298C1FA"/>
    <w:lvl w:ilvl="0" w:tplc="76900E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81E6F"/>
    <w:multiLevelType w:val="hybridMultilevel"/>
    <w:tmpl w:val="90B4EEE2"/>
    <w:lvl w:ilvl="0" w:tplc="6016B3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C597D"/>
    <w:multiLevelType w:val="hybridMultilevel"/>
    <w:tmpl w:val="61A8ECE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32886"/>
    <w:multiLevelType w:val="hybridMultilevel"/>
    <w:tmpl w:val="92680DA8"/>
    <w:lvl w:ilvl="0" w:tplc="E7B21B1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C54B7D"/>
    <w:multiLevelType w:val="hybridMultilevel"/>
    <w:tmpl w:val="B59493EE"/>
    <w:lvl w:ilvl="0" w:tplc="D7DE2296">
      <w:start w:val="1"/>
      <w:numFmt w:val="bullet"/>
      <w:lvlText w:val="❱"/>
      <w:lvlJc w:val="left"/>
      <w:pPr>
        <w:ind w:left="720" w:hanging="360"/>
      </w:pPr>
      <w:rPr>
        <w:rFonts w:ascii="Segoe UI Symbol" w:hAnsi="Segoe UI Symbol" w:hint="default"/>
        <w:color w:val="E5006D"/>
      </w:rPr>
    </w:lvl>
    <w:lvl w:ilvl="1" w:tplc="EA72A5CA">
      <w:start w:val="1"/>
      <w:numFmt w:val="bullet"/>
      <w:lvlText w:val="●"/>
      <w:lvlJc w:val="left"/>
      <w:pPr>
        <w:ind w:left="1440" w:hanging="360"/>
      </w:pPr>
      <w:rPr>
        <w:rFonts w:ascii="Calibri" w:hAnsi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D1413"/>
    <w:multiLevelType w:val="hybridMultilevel"/>
    <w:tmpl w:val="A90C9E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C70A1"/>
    <w:multiLevelType w:val="hybridMultilevel"/>
    <w:tmpl w:val="2AFA2C0E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F42A91"/>
    <w:multiLevelType w:val="hybridMultilevel"/>
    <w:tmpl w:val="A90C9E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4510B"/>
    <w:multiLevelType w:val="multilevel"/>
    <w:tmpl w:val="D7706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967C93"/>
    <w:multiLevelType w:val="hybridMultilevel"/>
    <w:tmpl w:val="A90C9E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807C7"/>
    <w:multiLevelType w:val="hybridMultilevel"/>
    <w:tmpl w:val="FD52E85C"/>
    <w:lvl w:ilvl="0" w:tplc="EE9EAC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D7428B6"/>
    <w:multiLevelType w:val="hybridMultilevel"/>
    <w:tmpl w:val="244868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6E19EF"/>
    <w:multiLevelType w:val="hybridMultilevel"/>
    <w:tmpl w:val="F65E059E"/>
    <w:lvl w:ilvl="0" w:tplc="D958BE1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903CDA"/>
    <w:multiLevelType w:val="hybridMultilevel"/>
    <w:tmpl w:val="A90C9E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7F7F97"/>
    <w:multiLevelType w:val="hybridMultilevel"/>
    <w:tmpl w:val="0C881550"/>
    <w:lvl w:ilvl="0" w:tplc="6016B3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8C750E"/>
    <w:multiLevelType w:val="hybridMultilevel"/>
    <w:tmpl w:val="94B0AFF0"/>
    <w:lvl w:ilvl="0" w:tplc="9E221A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FC245E"/>
    <w:multiLevelType w:val="hybridMultilevel"/>
    <w:tmpl w:val="D034F3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374984"/>
    <w:multiLevelType w:val="hybridMultilevel"/>
    <w:tmpl w:val="A90C9E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D10EDB"/>
    <w:multiLevelType w:val="hybridMultilevel"/>
    <w:tmpl w:val="A90C9E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A731BB"/>
    <w:multiLevelType w:val="hybridMultilevel"/>
    <w:tmpl w:val="2CC4B06A"/>
    <w:lvl w:ilvl="0" w:tplc="6016B3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9"/>
  </w:num>
  <w:num w:numId="5">
    <w:abstractNumId w:val="6"/>
  </w:num>
  <w:num w:numId="6">
    <w:abstractNumId w:val="13"/>
  </w:num>
  <w:num w:numId="7">
    <w:abstractNumId w:val="14"/>
  </w:num>
  <w:num w:numId="8">
    <w:abstractNumId w:val="18"/>
  </w:num>
  <w:num w:numId="9">
    <w:abstractNumId w:val="8"/>
  </w:num>
  <w:num w:numId="10">
    <w:abstractNumId w:val="16"/>
  </w:num>
  <w:num w:numId="11">
    <w:abstractNumId w:val="0"/>
  </w:num>
  <w:num w:numId="12">
    <w:abstractNumId w:val="3"/>
  </w:num>
  <w:num w:numId="13">
    <w:abstractNumId w:val="12"/>
  </w:num>
  <w:num w:numId="14">
    <w:abstractNumId w:val="17"/>
  </w:num>
  <w:num w:numId="15">
    <w:abstractNumId w:val="9"/>
  </w:num>
  <w:num w:numId="16">
    <w:abstractNumId w:val="2"/>
  </w:num>
  <w:num w:numId="17">
    <w:abstractNumId w:val="4"/>
  </w:num>
  <w:num w:numId="18">
    <w:abstractNumId w:val="20"/>
  </w:num>
  <w:num w:numId="19">
    <w:abstractNumId w:val="15"/>
  </w:num>
  <w:num w:numId="20">
    <w:abstractNumId w:val="7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enforcement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25F"/>
    <w:rsid w:val="00001998"/>
    <w:rsid w:val="0000268D"/>
    <w:rsid w:val="0001663E"/>
    <w:rsid w:val="00021DE2"/>
    <w:rsid w:val="000301D2"/>
    <w:rsid w:val="00037FEB"/>
    <w:rsid w:val="00041943"/>
    <w:rsid w:val="00045B6F"/>
    <w:rsid w:val="00046655"/>
    <w:rsid w:val="000466A2"/>
    <w:rsid w:val="00047FC4"/>
    <w:rsid w:val="0005070D"/>
    <w:rsid w:val="00051DDD"/>
    <w:rsid w:val="00055FA2"/>
    <w:rsid w:val="0007708D"/>
    <w:rsid w:val="0009025F"/>
    <w:rsid w:val="000A2B43"/>
    <w:rsid w:val="000A7EBB"/>
    <w:rsid w:val="000B24F5"/>
    <w:rsid w:val="000B33AF"/>
    <w:rsid w:val="000C04FA"/>
    <w:rsid w:val="000C130F"/>
    <w:rsid w:val="000C3879"/>
    <w:rsid w:val="000D5BE4"/>
    <w:rsid w:val="000D7DAA"/>
    <w:rsid w:val="000F1BDB"/>
    <w:rsid w:val="00103B97"/>
    <w:rsid w:val="00121988"/>
    <w:rsid w:val="00124A39"/>
    <w:rsid w:val="00124A8A"/>
    <w:rsid w:val="00125A94"/>
    <w:rsid w:val="00137B34"/>
    <w:rsid w:val="001621B8"/>
    <w:rsid w:val="001657D4"/>
    <w:rsid w:val="00166BC1"/>
    <w:rsid w:val="001677CB"/>
    <w:rsid w:val="001721B8"/>
    <w:rsid w:val="0018386C"/>
    <w:rsid w:val="001878BE"/>
    <w:rsid w:val="00191B69"/>
    <w:rsid w:val="001C61E0"/>
    <w:rsid w:val="001D6201"/>
    <w:rsid w:val="001D6E5A"/>
    <w:rsid w:val="001D735B"/>
    <w:rsid w:val="00205B61"/>
    <w:rsid w:val="002239E3"/>
    <w:rsid w:val="00226041"/>
    <w:rsid w:val="0022722F"/>
    <w:rsid w:val="002330CF"/>
    <w:rsid w:val="00242F16"/>
    <w:rsid w:val="00252918"/>
    <w:rsid w:val="00254CAC"/>
    <w:rsid w:val="00260A20"/>
    <w:rsid w:val="002632ED"/>
    <w:rsid w:val="00267F52"/>
    <w:rsid w:val="00272682"/>
    <w:rsid w:val="0027317C"/>
    <w:rsid w:val="00277482"/>
    <w:rsid w:val="002832E4"/>
    <w:rsid w:val="00292167"/>
    <w:rsid w:val="00295C6A"/>
    <w:rsid w:val="002973ED"/>
    <w:rsid w:val="002B1A4F"/>
    <w:rsid w:val="002C77C0"/>
    <w:rsid w:val="003103D1"/>
    <w:rsid w:val="00312C52"/>
    <w:rsid w:val="00316AD0"/>
    <w:rsid w:val="0032664C"/>
    <w:rsid w:val="00326F6D"/>
    <w:rsid w:val="003406E3"/>
    <w:rsid w:val="0036629D"/>
    <w:rsid w:val="003666F0"/>
    <w:rsid w:val="00372EC8"/>
    <w:rsid w:val="003925FF"/>
    <w:rsid w:val="003A17A2"/>
    <w:rsid w:val="003A1A0D"/>
    <w:rsid w:val="003A213A"/>
    <w:rsid w:val="003B33EE"/>
    <w:rsid w:val="003B5884"/>
    <w:rsid w:val="003C5080"/>
    <w:rsid w:val="003C5583"/>
    <w:rsid w:val="003D36B2"/>
    <w:rsid w:val="003D69BE"/>
    <w:rsid w:val="003D7CB2"/>
    <w:rsid w:val="003E1ED1"/>
    <w:rsid w:val="003E5AE3"/>
    <w:rsid w:val="003E7F2D"/>
    <w:rsid w:val="00403CE6"/>
    <w:rsid w:val="00404A2A"/>
    <w:rsid w:val="00407BB0"/>
    <w:rsid w:val="0042489C"/>
    <w:rsid w:val="00431FE1"/>
    <w:rsid w:val="004326DF"/>
    <w:rsid w:val="00433BE9"/>
    <w:rsid w:val="004356ED"/>
    <w:rsid w:val="004412EE"/>
    <w:rsid w:val="00447585"/>
    <w:rsid w:val="004515E8"/>
    <w:rsid w:val="00456C7B"/>
    <w:rsid w:val="00464759"/>
    <w:rsid w:val="0046745A"/>
    <w:rsid w:val="00484319"/>
    <w:rsid w:val="004907DA"/>
    <w:rsid w:val="00496EB9"/>
    <w:rsid w:val="004A5BD7"/>
    <w:rsid w:val="004A7ED6"/>
    <w:rsid w:val="004B2D98"/>
    <w:rsid w:val="004C5872"/>
    <w:rsid w:val="004C708F"/>
    <w:rsid w:val="004D3DDE"/>
    <w:rsid w:val="004D5E13"/>
    <w:rsid w:val="004F0DA6"/>
    <w:rsid w:val="004F3B4E"/>
    <w:rsid w:val="004F57C6"/>
    <w:rsid w:val="00524952"/>
    <w:rsid w:val="00526522"/>
    <w:rsid w:val="00554F87"/>
    <w:rsid w:val="00565FF8"/>
    <w:rsid w:val="005731CC"/>
    <w:rsid w:val="00580775"/>
    <w:rsid w:val="00590A10"/>
    <w:rsid w:val="00592765"/>
    <w:rsid w:val="00593A41"/>
    <w:rsid w:val="005C2DB1"/>
    <w:rsid w:val="005C6B3F"/>
    <w:rsid w:val="005E07C7"/>
    <w:rsid w:val="005E1657"/>
    <w:rsid w:val="005E1D9C"/>
    <w:rsid w:val="005E673A"/>
    <w:rsid w:val="005F388A"/>
    <w:rsid w:val="00600D6E"/>
    <w:rsid w:val="00602FD3"/>
    <w:rsid w:val="00615C52"/>
    <w:rsid w:val="00630491"/>
    <w:rsid w:val="00635AE2"/>
    <w:rsid w:val="006411D7"/>
    <w:rsid w:val="00644295"/>
    <w:rsid w:val="00652E68"/>
    <w:rsid w:val="00653595"/>
    <w:rsid w:val="006576E9"/>
    <w:rsid w:val="00660D59"/>
    <w:rsid w:val="006708BC"/>
    <w:rsid w:val="0067765F"/>
    <w:rsid w:val="00682F01"/>
    <w:rsid w:val="00694E96"/>
    <w:rsid w:val="006C1909"/>
    <w:rsid w:val="006D0B40"/>
    <w:rsid w:val="006E268E"/>
    <w:rsid w:val="006E2FF8"/>
    <w:rsid w:val="006F7A3B"/>
    <w:rsid w:val="007014CC"/>
    <w:rsid w:val="00703762"/>
    <w:rsid w:val="00710697"/>
    <w:rsid w:val="00711439"/>
    <w:rsid w:val="00713905"/>
    <w:rsid w:val="007161A0"/>
    <w:rsid w:val="0072026B"/>
    <w:rsid w:val="00746CEB"/>
    <w:rsid w:val="00751DD1"/>
    <w:rsid w:val="00754C5B"/>
    <w:rsid w:val="007552F4"/>
    <w:rsid w:val="00763711"/>
    <w:rsid w:val="0076738C"/>
    <w:rsid w:val="00770D04"/>
    <w:rsid w:val="00777A72"/>
    <w:rsid w:val="00777F02"/>
    <w:rsid w:val="00781D3F"/>
    <w:rsid w:val="00783590"/>
    <w:rsid w:val="007964FC"/>
    <w:rsid w:val="007A232D"/>
    <w:rsid w:val="007A6B63"/>
    <w:rsid w:val="007A7B01"/>
    <w:rsid w:val="007B08E4"/>
    <w:rsid w:val="007B544C"/>
    <w:rsid w:val="007C15B4"/>
    <w:rsid w:val="007C4D58"/>
    <w:rsid w:val="007C6E44"/>
    <w:rsid w:val="007D0266"/>
    <w:rsid w:val="007D4D84"/>
    <w:rsid w:val="007E3DED"/>
    <w:rsid w:val="007E525A"/>
    <w:rsid w:val="007F51BB"/>
    <w:rsid w:val="007F58EE"/>
    <w:rsid w:val="00802FEE"/>
    <w:rsid w:val="008159B5"/>
    <w:rsid w:val="00816F68"/>
    <w:rsid w:val="008171EC"/>
    <w:rsid w:val="00820DCE"/>
    <w:rsid w:val="0082147F"/>
    <w:rsid w:val="0082232E"/>
    <w:rsid w:val="00832A2E"/>
    <w:rsid w:val="00840D66"/>
    <w:rsid w:val="00875B3B"/>
    <w:rsid w:val="0087610E"/>
    <w:rsid w:val="00890973"/>
    <w:rsid w:val="0089221F"/>
    <w:rsid w:val="00892963"/>
    <w:rsid w:val="0089368C"/>
    <w:rsid w:val="00893F9F"/>
    <w:rsid w:val="008A0370"/>
    <w:rsid w:val="008A2727"/>
    <w:rsid w:val="008A4C55"/>
    <w:rsid w:val="008B56AE"/>
    <w:rsid w:val="008B7DF8"/>
    <w:rsid w:val="008C27F1"/>
    <w:rsid w:val="008C73C8"/>
    <w:rsid w:val="008D6979"/>
    <w:rsid w:val="008E34CA"/>
    <w:rsid w:val="008F0B49"/>
    <w:rsid w:val="008F459C"/>
    <w:rsid w:val="008F4B3E"/>
    <w:rsid w:val="009122ED"/>
    <w:rsid w:val="0091278F"/>
    <w:rsid w:val="009173DD"/>
    <w:rsid w:val="00931B50"/>
    <w:rsid w:val="00931F2F"/>
    <w:rsid w:val="00936CB7"/>
    <w:rsid w:val="00943B56"/>
    <w:rsid w:val="00957405"/>
    <w:rsid w:val="009642DB"/>
    <w:rsid w:val="00965A48"/>
    <w:rsid w:val="009667DB"/>
    <w:rsid w:val="00972A8E"/>
    <w:rsid w:val="0097520B"/>
    <w:rsid w:val="00984EFF"/>
    <w:rsid w:val="00997775"/>
    <w:rsid w:val="009A2883"/>
    <w:rsid w:val="009A3EED"/>
    <w:rsid w:val="009C2092"/>
    <w:rsid w:val="009C3A0F"/>
    <w:rsid w:val="009F6A21"/>
    <w:rsid w:val="009F7DFC"/>
    <w:rsid w:val="00A03A0E"/>
    <w:rsid w:val="00A03D7A"/>
    <w:rsid w:val="00A07938"/>
    <w:rsid w:val="00A22651"/>
    <w:rsid w:val="00A270BF"/>
    <w:rsid w:val="00A55BD9"/>
    <w:rsid w:val="00A578CF"/>
    <w:rsid w:val="00A61E51"/>
    <w:rsid w:val="00A67955"/>
    <w:rsid w:val="00A84262"/>
    <w:rsid w:val="00A855B6"/>
    <w:rsid w:val="00A90FE2"/>
    <w:rsid w:val="00A93C55"/>
    <w:rsid w:val="00A95D31"/>
    <w:rsid w:val="00AA2F50"/>
    <w:rsid w:val="00AA4C76"/>
    <w:rsid w:val="00AA4DCA"/>
    <w:rsid w:val="00AC147F"/>
    <w:rsid w:val="00AC29E3"/>
    <w:rsid w:val="00AC5DE5"/>
    <w:rsid w:val="00AD652D"/>
    <w:rsid w:val="00AF21F8"/>
    <w:rsid w:val="00B05AA0"/>
    <w:rsid w:val="00B11C5A"/>
    <w:rsid w:val="00B15EDF"/>
    <w:rsid w:val="00B23692"/>
    <w:rsid w:val="00B272B8"/>
    <w:rsid w:val="00B325EA"/>
    <w:rsid w:val="00B327BD"/>
    <w:rsid w:val="00B32F1F"/>
    <w:rsid w:val="00B355AC"/>
    <w:rsid w:val="00B35FC9"/>
    <w:rsid w:val="00B46D29"/>
    <w:rsid w:val="00B6243B"/>
    <w:rsid w:val="00B73450"/>
    <w:rsid w:val="00B738C2"/>
    <w:rsid w:val="00B73E99"/>
    <w:rsid w:val="00B765A8"/>
    <w:rsid w:val="00B80F52"/>
    <w:rsid w:val="00B863BD"/>
    <w:rsid w:val="00B95BA1"/>
    <w:rsid w:val="00BA5263"/>
    <w:rsid w:val="00BA54DB"/>
    <w:rsid w:val="00BB0416"/>
    <w:rsid w:val="00BB1EE6"/>
    <w:rsid w:val="00BC28B4"/>
    <w:rsid w:val="00BC4732"/>
    <w:rsid w:val="00BF604E"/>
    <w:rsid w:val="00C00A79"/>
    <w:rsid w:val="00C011F9"/>
    <w:rsid w:val="00C50FCF"/>
    <w:rsid w:val="00C60F1C"/>
    <w:rsid w:val="00C671D9"/>
    <w:rsid w:val="00C7131D"/>
    <w:rsid w:val="00C736F2"/>
    <w:rsid w:val="00C772E2"/>
    <w:rsid w:val="00C823F5"/>
    <w:rsid w:val="00C95233"/>
    <w:rsid w:val="00C9549C"/>
    <w:rsid w:val="00C955EB"/>
    <w:rsid w:val="00CC6533"/>
    <w:rsid w:val="00CD08C6"/>
    <w:rsid w:val="00CD21C4"/>
    <w:rsid w:val="00CE5F26"/>
    <w:rsid w:val="00CF37B0"/>
    <w:rsid w:val="00CF53BB"/>
    <w:rsid w:val="00CF786F"/>
    <w:rsid w:val="00D00A4A"/>
    <w:rsid w:val="00D050DA"/>
    <w:rsid w:val="00D061ED"/>
    <w:rsid w:val="00D06DE8"/>
    <w:rsid w:val="00D12EB2"/>
    <w:rsid w:val="00D272B8"/>
    <w:rsid w:val="00D31DA6"/>
    <w:rsid w:val="00D332B0"/>
    <w:rsid w:val="00D37B4C"/>
    <w:rsid w:val="00D4238C"/>
    <w:rsid w:val="00D4505E"/>
    <w:rsid w:val="00D45E75"/>
    <w:rsid w:val="00D613E5"/>
    <w:rsid w:val="00D73D7D"/>
    <w:rsid w:val="00D76558"/>
    <w:rsid w:val="00D76EA4"/>
    <w:rsid w:val="00D7740E"/>
    <w:rsid w:val="00D81562"/>
    <w:rsid w:val="00D8164F"/>
    <w:rsid w:val="00D86D5A"/>
    <w:rsid w:val="00DA1A65"/>
    <w:rsid w:val="00DA492D"/>
    <w:rsid w:val="00DB135C"/>
    <w:rsid w:val="00DB5F37"/>
    <w:rsid w:val="00DD1812"/>
    <w:rsid w:val="00DE03A0"/>
    <w:rsid w:val="00DE1693"/>
    <w:rsid w:val="00DF33A3"/>
    <w:rsid w:val="00DF47E1"/>
    <w:rsid w:val="00DF629A"/>
    <w:rsid w:val="00DF6876"/>
    <w:rsid w:val="00DF728A"/>
    <w:rsid w:val="00E04D0C"/>
    <w:rsid w:val="00E1219F"/>
    <w:rsid w:val="00E20EE1"/>
    <w:rsid w:val="00E3202A"/>
    <w:rsid w:val="00E323B3"/>
    <w:rsid w:val="00E63190"/>
    <w:rsid w:val="00E6402B"/>
    <w:rsid w:val="00E641EB"/>
    <w:rsid w:val="00E84DB7"/>
    <w:rsid w:val="00E94F70"/>
    <w:rsid w:val="00EA1179"/>
    <w:rsid w:val="00EB23F0"/>
    <w:rsid w:val="00EC7E3B"/>
    <w:rsid w:val="00ED646C"/>
    <w:rsid w:val="00ED7616"/>
    <w:rsid w:val="00EE2856"/>
    <w:rsid w:val="00EF2159"/>
    <w:rsid w:val="00F01CC7"/>
    <w:rsid w:val="00F042FE"/>
    <w:rsid w:val="00F07263"/>
    <w:rsid w:val="00F11A1C"/>
    <w:rsid w:val="00F22E80"/>
    <w:rsid w:val="00F24850"/>
    <w:rsid w:val="00F259F9"/>
    <w:rsid w:val="00F27BB0"/>
    <w:rsid w:val="00F34F33"/>
    <w:rsid w:val="00F35D1D"/>
    <w:rsid w:val="00F46B14"/>
    <w:rsid w:val="00F52488"/>
    <w:rsid w:val="00F52CF4"/>
    <w:rsid w:val="00F55479"/>
    <w:rsid w:val="00F57F75"/>
    <w:rsid w:val="00F62E51"/>
    <w:rsid w:val="00F80569"/>
    <w:rsid w:val="00F9624B"/>
    <w:rsid w:val="00FA3A88"/>
    <w:rsid w:val="00FA4589"/>
    <w:rsid w:val="00FA6B33"/>
    <w:rsid w:val="00FC3A75"/>
    <w:rsid w:val="00FC5BB1"/>
    <w:rsid w:val="00FD6A3D"/>
    <w:rsid w:val="00FD7451"/>
    <w:rsid w:val="00FD787C"/>
    <w:rsid w:val="00FE2FA0"/>
    <w:rsid w:val="00FE33F1"/>
    <w:rsid w:val="00FF4652"/>
    <w:rsid w:val="00FF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6F5343-430B-4E73-B7AA-180852133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DE8"/>
    <w:pPr>
      <w:spacing w:after="0" w:line="276" w:lineRule="auto"/>
      <w:jc w:val="both"/>
    </w:pPr>
  </w:style>
  <w:style w:type="paragraph" w:styleId="Titre1">
    <w:name w:val="heading 1"/>
    <w:next w:val="Corpsdetexte"/>
    <w:link w:val="Titre1Car"/>
    <w:autoRedefine/>
    <w:uiPriority w:val="9"/>
    <w:qFormat/>
    <w:rsid w:val="00F35D1D"/>
    <w:pPr>
      <w:keepNext/>
      <w:pBdr>
        <w:bottom w:val="single" w:sz="12" w:space="1" w:color="E5006D"/>
      </w:pBdr>
      <w:spacing w:after="200" w:line="240" w:lineRule="auto"/>
      <w:outlineLvl w:val="0"/>
    </w:pPr>
    <w:rPr>
      <w:rFonts w:ascii="Trebuchet MS" w:hAnsi="Trebuchet MS" w:cs="Microsoft Sans Serif"/>
      <w:sz w:val="32"/>
      <w:szCs w:val="24"/>
    </w:rPr>
  </w:style>
  <w:style w:type="paragraph" w:styleId="Titre2">
    <w:name w:val="heading 2"/>
    <w:next w:val="Corpsdetexte"/>
    <w:link w:val="Titre2Car"/>
    <w:autoRedefine/>
    <w:uiPriority w:val="9"/>
    <w:unhideWhenUsed/>
    <w:qFormat/>
    <w:rsid w:val="00D76EA4"/>
    <w:pPr>
      <w:keepNext/>
      <w:outlineLvl w:val="1"/>
    </w:pPr>
    <w:rPr>
      <w:rFonts w:asciiTheme="majorHAnsi" w:eastAsiaTheme="majorEastAsia" w:hAnsiTheme="majorHAnsi" w:cstheme="majorBidi"/>
      <w:b/>
      <w:color w:val="E5006D" w:themeColor="accent1"/>
      <w:sz w:val="32"/>
      <w:szCs w:val="32"/>
    </w:rPr>
  </w:style>
  <w:style w:type="paragraph" w:styleId="Titre3">
    <w:name w:val="heading 3"/>
    <w:next w:val="Corpsdetexte"/>
    <w:link w:val="Titre3Car"/>
    <w:uiPriority w:val="9"/>
    <w:unhideWhenUsed/>
    <w:qFormat/>
    <w:rsid w:val="00820DCE"/>
    <w:pPr>
      <w:keepNext/>
      <w:spacing w:after="120"/>
      <w:outlineLvl w:val="2"/>
    </w:pPr>
    <w:rPr>
      <w:rFonts w:asciiTheme="majorHAnsi" w:eastAsiaTheme="majorEastAsia" w:hAnsiTheme="majorHAnsi" w:cstheme="majorBidi"/>
      <w:color w:val="E5006D" w:themeColor="accent1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52E68"/>
    <w:pPr>
      <w:keepNext/>
      <w:keepLines/>
      <w:spacing w:after="80"/>
      <w:outlineLvl w:val="3"/>
    </w:pPr>
    <w:rPr>
      <w:rFonts w:asciiTheme="majorHAnsi" w:eastAsiaTheme="majorEastAsia" w:hAnsiTheme="majorHAnsi" w:cstheme="majorBidi"/>
      <w:i/>
      <w:iCs/>
      <w:color w:val="AB005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652E6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AB005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A117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1179"/>
  </w:style>
  <w:style w:type="paragraph" w:styleId="Pieddepage">
    <w:name w:val="footer"/>
    <w:basedOn w:val="Normal"/>
    <w:link w:val="PieddepageCar"/>
    <w:uiPriority w:val="99"/>
    <w:unhideWhenUsed/>
    <w:rsid w:val="00EA117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1179"/>
  </w:style>
  <w:style w:type="paragraph" w:styleId="Paragraphedeliste">
    <w:name w:val="List Paragraph"/>
    <w:basedOn w:val="Normal"/>
    <w:uiPriority w:val="34"/>
    <w:qFormat/>
    <w:rsid w:val="006F7A3B"/>
    <w:pPr>
      <w:ind w:left="720"/>
      <w:contextualSpacing/>
    </w:pPr>
  </w:style>
  <w:style w:type="paragraph" w:customStyle="1" w:styleId="myconsole">
    <w:name w:val="my_console"/>
    <w:basedOn w:val="Corpsdetexte"/>
    <w:qFormat/>
    <w:rsid w:val="00404A2A"/>
    <w:pPr>
      <w:pBdr>
        <w:top w:val="single" w:sz="18" w:space="4" w:color="E5006D" w:themeColor="accent1" w:shadow="1"/>
        <w:left w:val="single" w:sz="18" w:space="2" w:color="E5006D" w:themeColor="accent1" w:shadow="1"/>
        <w:bottom w:val="single" w:sz="18" w:space="4" w:color="E5006D" w:themeColor="accent1" w:shadow="1"/>
        <w:right w:val="single" w:sz="18" w:space="2" w:color="E5006D" w:themeColor="accent1" w:shadow="1"/>
      </w:pBdr>
      <w:shd w:val="clear" w:color="auto" w:fill="D0CECE" w:themeFill="background2" w:themeFillShade="E6"/>
      <w:suppressAutoHyphens/>
      <w:spacing w:before="40" w:after="40" w:line="240" w:lineRule="auto"/>
      <w:ind w:left="113" w:right="113"/>
      <w:jc w:val="left"/>
    </w:pPr>
    <w:rPr>
      <w:rFonts w:ascii="Consolas" w:hAnsi="Consolas" w:cs="Microsoft Sans Serif"/>
      <w:sz w:val="18"/>
      <w:szCs w:val="24"/>
    </w:rPr>
  </w:style>
  <w:style w:type="character" w:styleId="Textedelespacerserv">
    <w:name w:val="Placeholder Text"/>
    <w:basedOn w:val="Policepardfaut"/>
    <w:uiPriority w:val="99"/>
    <w:semiHidden/>
    <w:rsid w:val="006576E9"/>
    <w:rPr>
      <w:color w:val="808080"/>
    </w:rPr>
  </w:style>
  <w:style w:type="paragraph" w:styleId="Corpsdetexte">
    <w:name w:val="Body Text"/>
    <w:basedOn w:val="Normal"/>
    <w:link w:val="CorpsdetexteCar"/>
    <w:uiPriority w:val="99"/>
    <w:unhideWhenUsed/>
    <w:rsid w:val="00892963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892963"/>
  </w:style>
  <w:style w:type="paragraph" w:styleId="Titre">
    <w:name w:val="Title"/>
    <w:next w:val="Corpsdetexte"/>
    <w:link w:val="TitreCar"/>
    <w:uiPriority w:val="10"/>
    <w:qFormat/>
    <w:rsid w:val="00C772E2"/>
    <w:pPr>
      <w:pBdr>
        <w:top w:val="single" w:sz="2" w:space="10" w:color="E5006D" w:themeColor="accent1"/>
        <w:left w:val="single" w:sz="2" w:space="4" w:color="E5006D" w:themeColor="accent1"/>
        <w:bottom w:val="single" w:sz="2" w:space="10" w:color="E5006D" w:themeColor="accent1"/>
        <w:right w:val="single" w:sz="2" w:space="4" w:color="E5006D" w:themeColor="accent1"/>
      </w:pBdr>
      <w:shd w:val="clear" w:color="auto" w:fill="E5006D"/>
      <w:spacing w:before="360" w:after="360" w:line="240" w:lineRule="auto"/>
      <w:jc w:val="center"/>
    </w:pPr>
    <w:rPr>
      <w:rFonts w:ascii="Arial Black" w:hAnsi="Arial Black" w:cs="Microsoft Sans Serif"/>
      <w:b/>
      <w:smallCaps/>
      <w:color w:val="FFFFFF" w:themeColor="background1"/>
      <w:sz w:val="40"/>
    </w:rPr>
  </w:style>
  <w:style w:type="character" w:customStyle="1" w:styleId="TitreCar">
    <w:name w:val="Titre Car"/>
    <w:basedOn w:val="Policepardfaut"/>
    <w:link w:val="Titre"/>
    <w:uiPriority w:val="10"/>
    <w:rsid w:val="00C772E2"/>
    <w:rPr>
      <w:rFonts w:ascii="Arial Black" w:hAnsi="Arial Black" w:cs="Microsoft Sans Serif"/>
      <w:b/>
      <w:smallCaps/>
      <w:color w:val="FFFFFF" w:themeColor="background1"/>
      <w:sz w:val="40"/>
      <w:shd w:val="clear" w:color="auto" w:fill="E5006D"/>
    </w:rPr>
  </w:style>
  <w:style w:type="character" w:customStyle="1" w:styleId="Titre2Car">
    <w:name w:val="Titre 2 Car"/>
    <w:basedOn w:val="Policepardfaut"/>
    <w:link w:val="Titre2"/>
    <w:uiPriority w:val="9"/>
    <w:rsid w:val="00D76EA4"/>
    <w:rPr>
      <w:rFonts w:asciiTheme="majorHAnsi" w:eastAsiaTheme="majorEastAsia" w:hAnsiTheme="majorHAnsi" w:cstheme="majorBidi"/>
      <w:b/>
      <w:color w:val="E5006D" w:themeColor="accent1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820DCE"/>
    <w:rPr>
      <w:rFonts w:asciiTheme="majorHAnsi" w:eastAsiaTheme="majorEastAsia" w:hAnsiTheme="majorHAnsi" w:cstheme="majorBidi"/>
      <w:color w:val="E5006D" w:themeColor="accent1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F35D1D"/>
    <w:rPr>
      <w:rFonts w:ascii="Trebuchet MS" w:hAnsi="Trebuchet MS" w:cs="Microsoft Sans Serif"/>
      <w:sz w:val="32"/>
      <w:szCs w:val="24"/>
    </w:rPr>
  </w:style>
  <w:style w:type="table" w:styleId="Grilledutableau">
    <w:name w:val="Table Grid"/>
    <w:basedOn w:val="TableauNormal"/>
    <w:uiPriority w:val="39"/>
    <w:rsid w:val="00912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ytxtconsole">
    <w:name w:val="my_txt_console"/>
    <w:basedOn w:val="Policepardfaut"/>
    <w:uiPriority w:val="1"/>
    <w:qFormat/>
    <w:rsid w:val="00746CEB"/>
    <w:rPr>
      <w:rFonts w:ascii="Consolas" w:hAnsi="Consolas" w:cs="Microsoft Sans Serif"/>
      <w:color w:val="4E4A4A" w:themeColor="accent3"/>
      <w:sz w:val="20"/>
      <w:szCs w:val="24"/>
    </w:rPr>
  </w:style>
  <w:style w:type="paragraph" w:customStyle="1" w:styleId="mysous-titre">
    <w:name w:val="my_sous-titre"/>
    <w:basedOn w:val="Normal"/>
    <w:qFormat/>
    <w:rsid w:val="00652E68"/>
    <w:pPr>
      <w:spacing w:before="80" w:after="40"/>
    </w:pPr>
    <w:rPr>
      <w:rFonts w:cs="Microsoft Sans Serif"/>
      <w:i/>
      <w:color w:val="E5006D" w:themeColor="accent1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652E68"/>
    <w:rPr>
      <w:rFonts w:asciiTheme="majorHAnsi" w:eastAsiaTheme="majorEastAsia" w:hAnsiTheme="majorHAnsi" w:cstheme="majorBidi"/>
      <w:i/>
      <w:iCs/>
      <w:color w:val="AB005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652E68"/>
    <w:rPr>
      <w:rFonts w:asciiTheme="majorHAnsi" w:eastAsiaTheme="majorEastAsia" w:hAnsiTheme="majorHAnsi" w:cstheme="majorBidi"/>
      <w:color w:val="AB0051" w:themeColor="accent1" w:themeShade="BF"/>
    </w:rPr>
  </w:style>
  <w:style w:type="character" w:styleId="Emphaseintense">
    <w:name w:val="Intense Emphasis"/>
    <w:basedOn w:val="Policepardfaut"/>
    <w:uiPriority w:val="21"/>
    <w:qFormat/>
    <w:rsid w:val="00652E68"/>
    <w:rPr>
      <w:i/>
      <w:iCs/>
      <w:color w:val="E5006D" w:themeColor="accent1"/>
    </w:rPr>
  </w:style>
  <w:style w:type="character" w:styleId="Emphaseple">
    <w:name w:val="Subtle Emphasis"/>
    <w:basedOn w:val="Policepardfaut"/>
    <w:uiPriority w:val="19"/>
    <w:qFormat/>
    <w:rsid w:val="003406E3"/>
    <w:rPr>
      <w:i/>
      <w:iCs/>
      <w:color w:val="404040" w:themeColor="text1" w:themeTint="BF"/>
    </w:rPr>
  </w:style>
  <w:style w:type="character" w:styleId="Lienhypertexte">
    <w:name w:val="Hyperlink"/>
    <w:basedOn w:val="Policepardfaut"/>
    <w:uiPriority w:val="99"/>
    <w:unhideWhenUsed/>
    <w:rsid w:val="00600D6E"/>
    <w:rPr>
      <w:color w:val="5DB1E4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5291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2918"/>
    <w:rPr>
      <w:rFonts w:ascii="Segoe UI" w:hAnsi="Segoe UI" w:cs="Segoe UI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84319"/>
    <w:pPr>
      <w:keepLines/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olor w:val="AB0051" w:themeColor="accent1" w:themeShade="BF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484319"/>
    <w:pPr>
      <w:spacing w:after="100"/>
    </w:pPr>
  </w:style>
  <w:style w:type="paragraph" w:styleId="TM3">
    <w:name w:val="toc 3"/>
    <w:basedOn w:val="Normal"/>
    <w:next w:val="Normal"/>
    <w:autoRedefine/>
    <w:uiPriority w:val="39"/>
    <w:unhideWhenUsed/>
    <w:rsid w:val="00484319"/>
    <w:pPr>
      <w:spacing w:after="100"/>
      <w:ind w:left="440"/>
    </w:pPr>
  </w:style>
  <w:style w:type="character" w:styleId="Lienhypertextesuivivisit">
    <w:name w:val="FollowedHyperlink"/>
    <w:basedOn w:val="Policepardfaut"/>
    <w:uiPriority w:val="99"/>
    <w:semiHidden/>
    <w:unhideWhenUsed/>
    <w:rsid w:val="00B325EA"/>
    <w:rPr>
      <w:color w:val="4E4A4A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D0B4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39"/>
    <w:rsid w:val="00292167"/>
    <w:pPr>
      <w:spacing w:after="0" w:line="240" w:lineRule="auto"/>
    </w:pPr>
    <w:rPr>
      <w:lang w:val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Montserrat" w:hAnsi="Montserrat"/>
        <w:sz w:val="24"/>
      </w:rPr>
      <w:tblPr/>
      <w:tcPr>
        <w:vAlign w:val="center"/>
      </w:tcPr>
    </w:tblStylePr>
  </w:style>
  <w:style w:type="paragraph" w:styleId="TM2">
    <w:name w:val="toc 2"/>
    <w:basedOn w:val="Normal"/>
    <w:next w:val="Normal"/>
    <w:autoRedefine/>
    <w:uiPriority w:val="39"/>
    <w:unhideWhenUsed/>
    <w:rsid w:val="00292167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5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thery\Desktop\Mod&#232;les%20Documents\Mod&#232;le%20initial\modele-note-com_ext_v0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64CCA2C46034F15A11FB120247272F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FC9F5C-6174-4668-BD7C-D1BD088F16C6}"/>
      </w:docPartPr>
      <w:docPartBody>
        <w:p w:rsidR="002F132B" w:rsidRDefault="00F84402">
          <w:pPr>
            <w:pStyle w:val="264CCA2C46034F15A11FB120247272F1"/>
          </w:pPr>
          <w:r w:rsidRPr="000A2B2F">
            <w:rPr>
              <w:rStyle w:val="Textedelespacerserv"/>
            </w:rPr>
            <w:t>[Titre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402"/>
    <w:rsid w:val="000C4019"/>
    <w:rsid w:val="002F132B"/>
    <w:rsid w:val="00306F39"/>
    <w:rsid w:val="00521713"/>
    <w:rsid w:val="00594BFA"/>
    <w:rsid w:val="007B3FB4"/>
    <w:rsid w:val="00843CDA"/>
    <w:rsid w:val="008462CC"/>
    <w:rsid w:val="00866206"/>
    <w:rsid w:val="008A3063"/>
    <w:rsid w:val="008D322C"/>
    <w:rsid w:val="009930E1"/>
    <w:rsid w:val="009A5853"/>
    <w:rsid w:val="009A60E4"/>
    <w:rsid w:val="009D123F"/>
    <w:rsid w:val="00AA2603"/>
    <w:rsid w:val="00AC375D"/>
    <w:rsid w:val="00AC658C"/>
    <w:rsid w:val="00BE087D"/>
    <w:rsid w:val="00BF4027"/>
    <w:rsid w:val="00C00172"/>
    <w:rsid w:val="00C41343"/>
    <w:rsid w:val="00CB001E"/>
    <w:rsid w:val="00CE1917"/>
    <w:rsid w:val="00D27520"/>
    <w:rsid w:val="00D72955"/>
    <w:rsid w:val="00DE66D1"/>
    <w:rsid w:val="00E340D7"/>
    <w:rsid w:val="00E81578"/>
    <w:rsid w:val="00E90CAF"/>
    <w:rsid w:val="00F0711E"/>
    <w:rsid w:val="00F84402"/>
    <w:rsid w:val="00FA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B3FB4"/>
    <w:rPr>
      <w:color w:val="808080"/>
    </w:rPr>
  </w:style>
  <w:style w:type="paragraph" w:customStyle="1" w:styleId="264CCA2C46034F15A11FB120247272F1">
    <w:name w:val="264CCA2C46034F15A11FB120247272F1"/>
  </w:style>
  <w:style w:type="paragraph" w:customStyle="1" w:styleId="8E2F2BA10D044D0CA3806F329D46E90D">
    <w:name w:val="8E2F2BA10D044D0CA3806F329D46E90D"/>
    <w:rsid w:val="007B3FB4"/>
  </w:style>
  <w:style w:type="paragraph" w:customStyle="1" w:styleId="58C056395C4C4203A9EB760F9800B14C">
    <w:name w:val="58C056395C4C4203A9EB760F9800B14C"/>
    <w:rsid w:val="007B3FB4"/>
  </w:style>
  <w:style w:type="paragraph" w:customStyle="1" w:styleId="30B7B8F1ACC1465CB2DDFF1B41A134B3">
    <w:name w:val="30B7B8F1ACC1465CB2DDFF1B41A134B3"/>
    <w:rsid w:val="007B3FB4"/>
  </w:style>
  <w:style w:type="paragraph" w:customStyle="1" w:styleId="7F3BEC87E11C4E31B4748ADE9C7D5488">
    <w:name w:val="7F3BEC87E11C4E31B4748ADE9C7D5488"/>
    <w:rsid w:val="007B3FB4"/>
  </w:style>
  <w:style w:type="paragraph" w:customStyle="1" w:styleId="74DE9CD145A64A819DE28925925A66F4">
    <w:name w:val="74DE9CD145A64A819DE28925925A66F4"/>
    <w:rsid w:val="007B3F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rbx_palett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5006D"/>
      </a:accent1>
      <a:accent2>
        <a:srgbClr val="1A171B"/>
      </a:accent2>
      <a:accent3>
        <a:srgbClr val="4E4A4A"/>
      </a:accent3>
      <a:accent4>
        <a:srgbClr val="FABB1B"/>
      </a:accent4>
      <a:accent5>
        <a:srgbClr val="5DB1E4"/>
      </a:accent5>
      <a:accent6>
        <a:srgbClr val="B4C30C"/>
      </a:accent6>
      <a:hlink>
        <a:srgbClr val="5DB1E4"/>
      </a:hlink>
      <a:folHlink>
        <a:srgbClr val="4E4A4A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9A5E1-B7C1-4E7F-9DD4-05646E360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modele-note-com_ext_v03.dotx</Template>
  <TotalTime>6</TotalTime>
  <Pages>7</Pages>
  <Words>511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à projets « Upcycle Your Waste » - Fiche candidat</vt:lpstr>
    </vt:vector>
  </TitlesOfParts>
  <Company/>
  <LinksUpToDate>false</LinksUpToDate>
  <CharactersWithSpaces>3319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à projets « Upcycle Your Waste » - Fiche candidat</dc:title>
  <dc:subject/>
  <dc:creator>THERY Victor</dc:creator>
  <cp:keywords>DRH</cp:keywords>
  <dc:description/>
  <cp:lastModifiedBy>DELAHAYE Hugo</cp:lastModifiedBy>
  <cp:revision>3</cp:revision>
  <cp:lastPrinted>2022-05-02T15:57:00Z</cp:lastPrinted>
  <dcterms:created xsi:type="dcterms:W3CDTF">2022-06-09T11:10:00Z</dcterms:created>
  <dcterms:modified xsi:type="dcterms:W3CDTF">2022-06-09T11:16:00Z</dcterms:modified>
</cp:coreProperties>
</file>